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694" w:rsidRDefault="00F862A7" w:rsidP="00A95BE8">
      <w:r>
        <w:rPr>
          <w:noProof/>
        </w:rPr>
        <w:drawing>
          <wp:inline distT="0" distB="0" distL="0" distR="0">
            <wp:extent cx="3609975" cy="2410902"/>
            <wp:effectExtent l="0" t="0" r="0" b="8890"/>
            <wp:docPr id="1" name="Grafik 1" descr="T:\Marketing-Kommunikation\Team PR\Tochter-PR\PR Alukon\PM_final\2015\PM 1505-TZ Alukon BAU Messbericht\PM 1505-TZ Bild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Tochter-PR\PR Alukon\PM_final\2015\PM 1505-TZ Alukon BAU Messbericht\PM 1505-TZ Bild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410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748" w:rsidRDefault="00886748" w:rsidP="00F862A7">
      <w:pPr>
        <w:pStyle w:val="PM-Titel"/>
        <w:spacing w:before="12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r>
        <w:rPr>
          <w:b w:val="0"/>
          <w:sz w:val="22"/>
        </w:rPr>
        <w:t xml:space="preserve">Auf der </w:t>
      </w:r>
      <w:r w:rsidR="008F4884">
        <w:rPr>
          <w:b w:val="0"/>
          <w:sz w:val="22"/>
        </w:rPr>
        <w:t>Weltleit</w:t>
      </w:r>
      <w:r>
        <w:rPr>
          <w:b w:val="0"/>
          <w:sz w:val="22"/>
        </w:rPr>
        <w:t>messe</w:t>
      </w:r>
      <w:r w:rsidR="008F4884">
        <w:rPr>
          <w:b w:val="0"/>
          <w:sz w:val="22"/>
        </w:rPr>
        <w:t xml:space="preserve"> für </w:t>
      </w:r>
      <w:r w:rsidR="008F4884" w:rsidRPr="008F4884">
        <w:rPr>
          <w:b w:val="0"/>
          <w:sz w:val="22"/>
        </w:rPr>
        <w:t>Architektur, Materialien und Systeme</w:t>
      </w:r>
      <w:r w:rsidR="008F4884">
        <w:rPr>
          <w:b w:val="0"/>
          <w:sz w:val="22"/>
        </w:rPr>
        <w:t xml:space="preserve">, </w:t>
      </w:r>
      <w:r>
        <w:rPr>
          <w:b w:val="0"/>
          <w:sz w:val="22"/>
        </w:rPr>
        <w:t>BAU i</w:t>
      </w:r>
      <w:r w:rsidRPr="00886748">
        <w:rPr>
          <w:b w:val="0"/>
          <w:sz w:val="22"/>
        </w:rPr>
        <w:t>n</w:t>
      </w:r>
      <w:r>
        <w:rPr>
          <w:b w:val="0"/>
          <w:sz w:val="22"/>
        </w:rPr>
        <w:t xml:space="preserve"> München</w:t>
      </w:r>
      <w:r w:rsidR="008F4884">
        <w:rPr>
          <w:b w:val="0"/>
          <w:sz w:val="22"/>
        </w:rPr>
        <w:t>,</w:t>
      </w:r>
      <w:r>
        <w:rPr>
          <w:b w:val="0"/>
          <w:sz w:val="22"/>
        </w:rPr>
        <w:t xml:space="preserve"> begrüßte </w:t>
      </w:r>
      <w:proofErr w:type="spellStart"/>
      <w:r>
        <w:rPr>
          <w:b w:val="0"/>
          <w:sz w:val="22"/>
        </w:rPr>
        <w:t>Alukon</w:t>
      </w:r>
      <w:proofErr w:type="spellEnd"/>
      <w:r>
        <w:rPr>
          <w:b w:val="0"/>
          <w:sz w:val="22"/>
        </w:rPr>
        <w:t xml:space="preserve">, </w:t>
      </w:r>
      <w:r w:rsidR="00FD751C">
        <w:rPr>
          <w:b w:val="0"/>
          <w:sz w:val="22"/>
        </w:rPr>
        <w:t>Hersteller von Rollläden, Garagenr</w:t>
      </w:r>
      <w:r>
        <w:rPr>
          <w:b w:val="0"/>
          <w:sz w:val="22"/>
        </w:rPr>
        <w:t xml:space="preserve">olltoren, Sonnen- und Insektenschutz, </w:t>
      </w:r>
      <w:r w:rsidR="00FD751C">
        <w:rPr>
          <w:b w:val="0"/>
          <w:sz w:val="22"/>
        </w:rPr>
        <w:t xml:space="preserve">bereits </w:t>
      </w:r>
      <w:r>
        <w:rPr>
          <w:b w:val="0"/>
          <w:sz w:val="22"/>
        </w:rPr>
        <w:t>am ersten Messetag zahlreiche Besucher auf dem</w:t>
      </w:r>
      <w:r w:rsidR="00FD751C">
        <w:rPr>
          <w:b w:val="0"/>
          <w:sz w:val="22"/>
        </w:rPr>
        <w:t xml:space="preserve"> 168 Quadratmeter großen</w:t>
      </w:r>
      <w:r>
        <w:rPr>
          <w:b w:val="0"/>
          <w:sz w:val="22"/>
        </w:rPr>
        <w:t xml:space="preserve"> Stand.</w:t>
      </w:r>
    </w:p>
    <w:p w:rsidR="00F862A7" w:rsidRDefault="00F862A7" w:rsidP="00F862A7">
      <w:pPr>
        <w:pStyle w:val="PM-Titel"/>
        <w:spacing w:before="120"/>
        <w:ind w:right="4162"/>
        <w:rPr>
          <w:sz w:val="22"/>
        </w:rPr>
      </w:pPr>
      <w:bookmarkStart w:id="0" w:name="_GoBack"/>
      <w:bookmarkEnd w:id="0"/>
    </w:p>
    <w:p w:rsidR="00607694" w:rsidRPr="000E0D5A" w:rsidRDefault="00FD751C" w:rsidP="00A65040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>Messe</w:t>
      </w:r>
      <w:r w:rsidR="0077789B" w:rsidRPr="0077789B">
        <w:rPr>
          <w:sz w:val="22"/>
        </w:rPr>
        <w:t xml:space="preserve"> BAU </w:t>
      </w:r>
      <w:r>
        <w:rPr>
          <w:sz w:val="22"/>
        </w:rPr>
        <w:t xml:space="preserve">2015 </w:t>
      </w:r>
      <w:r w:rsidR="0077789B" w:rsidRPr="0077789B">
        <w:rPr>
          <w:sz w:val="22"/>
        </w:rPr>
        <w:t>in München</w:t>
      </w:r>
      <w:r w:rsidR="00607694" w:rsidRPr="000E0D5A">
        <w:rPr>
          <w:sz w:val="48"/>
          <w:szCs w:val="48"/>
        </w:rPr>
        <w:br/>
      </w:r>
      <w:proofErr w:type="spellStart"/>
      <w:r w:rsidR="0077789B">
        <w:rPr>
          <w:szCs w:val="28"/>
        </w:rPr>
        <w:t>Alukon</w:t>
      </w:r>
      <w:proofErr w:type="spellEnd"/>
      <w:r w:rsidR="004D38DB">
        <w:rPr>
          <w:szCs w:val="28"/>
        </w:rPr>
        <w:t xml:space="preserve"> präsentiert sich auf der weltgrößten Baufachmesse</w:t>
      </w:r>
      <w:r w:rsidR="0077789B">
        <w:rPr>
          <w:szCs w:val="28"/>
        </w:rPr>
        <w:t xml:space="preserve"> </w:t>
      </w:r>
      <w:r w:rsidR="002828B6">
        <w:rPr>
          <w:szCs w:val="28"/>
        </w:rPr>
        <w:t xml:space="preserve"> </w:t>
      </w:r>
      <w:r w:rsidR="0077789B">
        <w:rPr>
          <w:szCs w:val="28"/>
        </w:rPr>
        <w:t xml:space="preserve"> </w:t>
      </w:r>
      <w:r w:rsidR="00ED75AB">
        <w:rPr>
          <w:szCs w:val="28"/>
        </w:rPr>
        <w:t xml:space="preserve"> </w:t>
      </w:r>
    </w:p>
    <w:p w:rsidR="00FD751C" w:rsidRDefault="009D7DA0" w:rsidP="00FD751C">
      <w:pPr>
        <w:pStyle w:val="PM-Lead"/>
        <w:spacing w:before="120" w:after="0"/>
        <w:ind w:right="4162"/>
        <w:jc w:val="left"/>
      </w:pPr>
      <w:proofErr w:type="spellStart"/>
      <w:r>
        <w:t>Konradsreuth</w:t>
      </w:r>
      <w:proofErr w:type="spellEnd"/>
      <w:r>
        <w:t xml:space="preserve">, Januar 2015. </w:t>
      </w:r>
      <w:proofErr w:type="spellStart"/>
      <w:r w:rsidR="0077789B" w:rsidRPr="0077789B">
        <w:t>Alukon</w:t>
      </w:r>
      <w:proofErr w:type="spellEnd"/>
      <w:r w:rsidR="0077789B" w:rsidRPr="0077789B">
        <w:t>, Spezialist für Rol</w:t>
      </w:r>
      <w:r w:rsidR="0077789B" w:rsidRPr="0077789B">
        <w:t>l</w:t>
      </w:r>
      <w:r w:rsidR="0040509F">
        <w:t xml:space="preserve">läden, </w:t>
      </w:r>
      <w:proofErr w:type="spellStart"/>
      <w:r w:rsidR="0040509F">
        <w:t>Garagenr</w:t>
      </w:r>
      <w:r w:rsidR="0077789B" w:rsidRPr="0077789B">
        <w:t>olltore</w:t>
      </w:r>
      <w:proofErr w:type="spellEnd"/>
      <w:r w:rsidR="0077789B" w:rsidRPr="0077789B">
        <w:t xml:space="preserve">, Sonnen- und Insektenschutz, stellt </w:t>
      </w:r>
      <w:r w:rsidR="00FD751C">
        <w:t xml:space="preserve">zurzeit </w:t>
      </w:r>
      <w:r w:rsidR="0077789B" w:rsidRPr="0077789B">
        <w:t>auf der weltgrößten Baufachmesse, der BAU in München,</w:t>
      </w:r>
      <w:r w:rsidR="00FD751C">
        <w:t xml:space="preserve"> auf </w:t>
      </w:r>
      <w:r w:rsidR="0077789B" w:rsidRPr="0077789B">
        <w:t>168 Quadratmeter</w:t>
      </w:r>
      <w:r w:rsidR="00FD751C">
        <w:t>n neben bewäh</w:t>
      </w:r>
      <w:r w:rsidR="00FD751C">
        <w:t>r</w:t>
      </w:r>
      <w:r w:rsidR="00FD751C">
        <w:t>ten</w:t>
      </w:r>
      <w:r w:rsidR="0077789B" w:rsidRPr="0077789B">
        <w:t xml:space="preserve"> Produkt</w:t>
      </w:r>
      <w:r w:rsidR="00FD751C">
        <w:t>en auch in Hinblick auf die Messe entwicke</w:t>
      </w:r>
      <w:r w:rsidR="00FD751C">
        <w:t>l</w:t>
      </w:r>
      <w:r w:rsidR="00FD751C">
        <w:t>te Innovationen vor.</w:t>
      </w:r>
    </w:p>
    <w:p w:rsidR="00A65040" w:rsidRPr="00FD751C" w:rsidRDefault="00FD751C" w:rsidP="00FD751C">
      <w:pPr>
        <w:pStyle w:val="PM-Lead"/>
        <w:spacing w:before="120" w:after="0"/>
        <w:ind w:right="4162"/>
        <w:jc w:val="left"/>
        <w:rPr>
          <w:b w:val="0"/>
        </w:rPr>
      </w:pPr>
      <w:r>
        <w:rPr>
          <w:b w:val="0"/>
        </w:rPr>
        <w:t>Seit gestern sind die Tore der Leitmesse</w:t>
      </w:r>
      <w:r w:rsidR="00A25DF0">
        <w:rPr>
          <w:b w:val="0"/>
        </w:rPr>
        <w:t xml:space="preserve"> für</w:t>
      </w:r>
      <w:r w:rsidR="0077789B" w:rsidRPr="00FD751C">
        <w:rPr>
          <w:b w:val="0"/>
        </w:rPr>
        <w:t xml:space="preserve"> Architektur, M</w:t>
      </w:r>
      <w:r w:rsidR="0077789B" w:rsidRPr="00FD751C">
        <w:rPr>
          <w:b w:val="0"/>
        </w:rPr>
        <w:t>a</w:t>
      </w:r>
      <w:r w:rsidR="0077789B" w:rsidRPr="00FD751C">
        <w:rPr>
          <w:b w:val="0"/>
        </w:rPr>
        <w:t>terialien und Systeme</w:t>
      </w:r>
      <w:r>
        <w:rPr>
          <w:b w:val="0"/>
        </w:rPr>
        <w:t xml:space="preserve"> geöffnet</w:t>
      </w:r>
      <w:r w:rsidR="0077789B" w:rsidRPr="00FD751C">
        <w:rPr>
          <w:b w:val="0"/>
        </w:rPr>
        <w:t>. „Für uns ist die BAU</w:t>
      </w:r>
      <w:r w:rsidR="0086752E">
        <w:rPr>
          <w:b w:val="0"/>
        </w:rPr>
        <w:t>,</w:t>
      </w:r>
      <w:r>
        <w:rPr>
          <w:b w:val="0"/>
        </w:rPr>
        <w:t xml:space="preserve"> neben der R+T in Stuttgart</w:t>
      </w:r>
      <w:r w:rsidR="0086752E">
        <w:rPr>
          <w:b w:val="0"/>
        </w:rPr>
        <w:t>, eine</w:t>
      </w:r>
      <w:r w:rsidR="0077789B" w:rsidRPr="00FD751C">
        <w:rPr>
          <w:b w:val="0"/>
        </w:rPr>
        <w:t xml:space="preserve"> der wichtigsten Mes</w:t>
      </w:r>
      <w:r w:rsidR="00A25DF0">
        <w:rPr>
          <w:b w:val="0"/>
        </w:rPr>
        <w:t>sen. D</w:t>
      </w:r>
      <w:r w:rsidR="0077789B" w:rsidRPr="00FD751C">
        <w:rPr>
          <w:b w:val="0"/>
        </w:rPr>
        <w:t>esw</w:t>
      </w:r>
      <w:r w:rsidR="0077789B" w:rsidRPr="00FD751C">
        <w:rPr>
          <w:b w:val="0"/>
        </w:rPr>
        <w:t>e</w:t>
      </w:r>
      <w:r w:rsidR="0077789B" w:rsidRPr="00FD751C">
        <w:rPr>
          <w:b w:val="0"/>
        </w:rPr>
        <w:t>gen freuen wir uns, dass wir bereits am Eröffnungstag zah</w:t>
      </w:r>
      <w:r w:rsidR="0077789B" w:rsidRPr="00FD751C">
        <w:rPr>
          <w:b w:val="0"/>
        </w:rPr>
        <w:t>l</w:t>
      </w:r>
      <w:r w:rsidR="0077789B" w:rsidRPr="00FD751C">
        <w:rPr>
          <w:b w:val="0"/>
        </w:rPr>
        <w:t>reiche Besucher an unserem Stand begrü</w:t>
      </w:r>
      <w:r w:rsidR="002828B6" w:rsidRPr="00FD751C">
        <w:rPr>
          <w:b w:val="0"/>
        </w:rPr>
        <w:t xml:space="preserve">ßen durften und </w:t>
      </w:r>
      <w:r w:rsidR="005A10D2" w:rsidRPr="00FD751C">
        <w:rPr>
          <w:b w:val="0"/>
        </w:rPr>
        <w:t>interessant</w:t>
      </w:r>
      <w:r w:rsidR="002828B6" w:rsidRPr="00FD751C">
        <w:rPr>
          <w:b w:val="0"/>
        </w:rPr>
        <w:t xml:space="preserve">e </w:t>
      </w:r>
      <w:r w:rsidR="005A10D2" w:rsidRPr="00FD751C">
        <w:rPr>
          <w:b w:val="0"/>
        </w:rPr>
        <w:t>Gespräche führen konnten</w:t>
      </w:r>
      <w:r w:rsidR="0077789B" w:rsidRPr="00FD751C">
        <w:rPr>
          <w:b w:val="0"/>
        </w:rPr>
        <w:t>“, zieht Geschäft</w:t>
      </w:r>
      <w:r w:rsidR="0077789B" w:rsidRPr="00FD751C">
        <w:rPr>
          <w:b w:val="0"/>
        </w:rPr>
        <w:t>s</w:t>
      </w:r>
      <w:r w:rsidR="0077789B" w:rsidRPr="00FD751C">
        <w:rPr>
          <w:b w:val="0"/>
        </w:rPr>
        <w:t xml:space="preserve">führer der </w:t>
      </w:r>
      <w:proofErr w:type="spellStart"/>
      <w:r w:rsidR="0077789B" w:rsidRPr="00FD751C">
        <w:rPr>
          <w:b w:val="0"/>
        </w:rPr>
        <w:t>Alukon</w:t>
      </w:r>
      <w:proofErr w:type="spellEnd"/>
      <w:r w:rsidR="0077789B" w:rsidRPr="00FD751C">
        <w:rPr>
          <w:b w:val="0"/>
        </w:rPr>
        <w:t xml:space="preserve"> KG, Klaus Braun, erste Bilanz. </w:t>
      </w:r>
    </w:p>
    <w:p w:rsidR="0077789B" w:rsidRDefault="0077789B" w:rsidP="00A65040">
      <w:pPr>
        <w:pStyle w:val="PM-Standard"/>
        <w:spacing w:before="120" w:after="0"/>
        <w:ind w:right="4162"/>
        <w:jc w:val="left"/>
      </w:pPr>
      <w:r>
        <w:t xml:space="preserve">In diesem Jahr stellt </w:t>
      </w:r>
      <w:proofErr w:type="spellStart"/>
      <w:r>
        <w:t>Alukon</w:t>
      </w:r>
      <w:proofErr w:type="spellEnd"/>
      <w:r>
        <w:t xml:space="preserve"> unter anderem den neuen </w:t>
      </w:r>
      <w:r w:rsidR="00FD751C">
        <w:t>Rol</w:t>
      </w:r>
      <w:r w:rsidR="00FD751C">
        <w:t>l</w:t>
      </w:r>
      <w:r w:rsidR="00FD751C">
        <w:t>laden-</w:t>
      </w:r>
      <w:r>
        <w:t xml:space="preserve">Aufsatzkasten AK-Flex vor. Dieser Aufsatzkasten </w:t>
      </w:r>
      <w:r w:rsidR="00485ACC">
        <w:t xml:space="preserve">übertrifft mit seinen </w:t>
      </w:r>
      <w:r>
        <w:t>Wärmedämmeigenschaf</w:t>
      </w:r>
      <w:r w:rsidR="00485ACC">
        <w:t>ten die</w:t>
      </w:r>
      <w:r>
        <w:t xml:space="preserve"> </w:t>
      </w:r>
      <w:r w:rsidR="00485ACC">
        <w:t>Anford</w:t>
      </w:r>
      <w:r w:rsidR="00485ACC">
        <w:t>e</w:t>
      </w:r>
      <w:r w:rsidR="00485ACC">
        <w:t xml:space="preserve">rungen der </w:t>
      </w:r>
      <w:r>
        <w:t>neue</w:t>
      </w:r>
      <w:r w:rsidR="00485ACC">
        <w:t>n</w:t>
      </w:r>
      <w:r>
        <w:t xml:space="preserve"> Energieeinsparverordnung. Als weitere Produktinnovation präsentiert der Hersteller aus </w:t>
      </w:r>
      <w:proofErr w:type="spellStart"/>
      <w:r>
        <w:t>Konrad</w:t>
      </w:r>
      <w:r>
        <w:t>s</w:t>
      </w:r>
      <w:r>
        <w:t>reuth</w:t>
      </w:r>
      <w:proofErr w:type="spellEnd"/>
      <w:r>
        <w:t xml:space="preserve"> ein Garagen</w:t>
      </w:r>
      <w:r w:rsidR="00FD751C">
        <w:t>r</w:t>
      </w:r>
      <w:r>
        <w:t xml:space="preserve">olltor, das auch bei einer Breite von bis zu sechs </w:t>
      </w:r>
      <w:r w:rsidR="0086752E">
        <w:t>Metern</w:t>
      </w:r>
      <w:r>
        <w:t xml:space="preserve"> hohen Windgeschwindigkeiten standhält und somit für den </w:t>
      </w:r>
      <w:r w:rsidR="003D0DEF">
        <w:t>Abschluss von geräumigen</w:t>
      </w:r>
      <w:r>
        <w:t xml:space="preserve"> Doppelgaragen geeignet ist. </w:t>
      </w:r>
    </w:p>
    <w:p w:rsidR="004B77B6" w:rsidRDefault="0077789B" w:rsidP="009D7DA0">
      <w:pPr>
        <w:pStyle w:val="PM-Standard"/>
        <w:spacing w:before="120" w:after="0"/>
        <w:ind w:right="4162"/>
        <w:jc w:val="left"/>
      </w:pPr>
      <w:r>
        <w:t xml:space="preserve">Seit 2013 ist </w:t>
      </w:r>
      <w:proofErr w:type="spellStart"/>
      <w:r>
        <w:t>Alukon</w:t>
      </w:r>
      <w:proofErr w:type="spellEnd"/>
      <w:r>
        <w:t xml:space="preserve"> Teil der </w:t>
      </w:r>
      <w:r w:rsidR="003D0DEF">
        <w:t>in Steinhagen bei Bielefeld a</w:t>
      </w:r>
      <w:r w:rsidR="003D0DEF">
        <w:t>n</w:t>
      </w:r>
      <w:r w:rsidR="003D0DEF">
        <w:t xml:space="preserve">sässigen </w:t>
      </w:r>
      <w:r>
        <w:t>Hörmann Gruppe und gab erstmalig mit dieser z</w:t>
      </w:r>
      <w:r>
        <w:t>u</w:t>
      </w:r>
      <w:r>
        <w:lastRenderedPageBreak/>
        <w:t>sammen am ersten Messetag eine Pressekonferenz. „Neben dem Kont</w:t>
      </w:r>
      <w:r w:rsidR="003E08E3">
        <w:t xml:space="preserve">akt zu Kunden </w:t>
      </w:r>
      <w:r w:rsidR="003D0DEF">
        <w:t>möchten wir</w:t>
      </w:r>
      <w:r>
        <w:t xml:space="preserve"> die Messe</w:t>
      </w:r>
      <w:r w:rsidR="003D0DEF">
        <w:t xml:space="preserve"> als Plat</w:t>
      </w:r>
      <w:r w:rsidR="003D0DEF">
        <w:t>t</w:t>
      </w:r>
      <w:r w:rsidR="003D0DEF">
        <w:t>form</w:t>
      </w:r>
      <w:r>
        <w:t xml:space="preserve"> nutzen, um </w:t>
      </w:r>
      <w:r w:rsidR="00A25DF0">
        <w:t xml:space="preserve">auch </w:t>
      </w:r>
      <w:r>
        <w:t xml:space="preserve">die </w:t>
      </w:r>
      <w:r w:rsidR="003D0DEF">
        <w:t>Öffentlichkeit</w:t>
      </w:r>
      <w:r>
        <w:t xml:space="preserve"> über unser</w:t>
      </w:r>
      <w:r w:rsidR="003D0DEF">
        <w:t>e Neuhe</w:t>
      </w:r>
      <w:r w:rsidR="003D0DEF">
        <w:t>i</w:t>
      </w:r>
      <w:r w:rsidR="003D0DEF">
        <w:t>ten</w:t>
      </w:r>
      <w:r>
        <w:t xml:space="preserve"> zu informieren“, sagt Klaus Braun.</w:t>
      </w:r>
      <w:r w:rsidR="0056566A">
        <w:t xml:space="preserve"> </w:t>
      </w:r>
      <w:r w:rsidR="00941C1B">
        <w:t>Damit das Unterne</w:t>
      </w:r>
      <w:r w:rsidR="00941C1B">
        <w:t>h</w:t>
      </w:r>
      <w:r w:rsidR="00941C1B">
        <w:t xml:space="preserve">men noch flexibler auf Kundenwünsche eingehen kann, sind Baumaßnahmen am Standort in </w:t>
      </w:r>
      <w:proofErr w:type="spellStart"/>
      <w:r w:rsidR="00941C1B">
        <w:t>Konradsreuth</w:t>
      </w:r>
      <w:proofErr w:type="spellEnd"/>
      <w:r w:rsidR="00941C1B">
        <w:t xml:space="preserve"> geplant, b</w:t>
      </w:r>
      <w:r w:rsidR="00941C1B">
        <w:t>e</w:t>
      </w:r>
      <w:r w:rsidR="00941C1B">
        <w:t>richtete Klaus Braun.</w:t>
      </w:r>
      <w:r w:rsidR="003E08E3">
        <w:t xml:space="preserve">  </w:t>
      </w:r>
    </w:p>
    <w:p w:rsidR="00352D1B" w:rsidRDefault="00352D1B" w:rsidP="009D7DA0">
      <w:pPr>
        <w:pStyle w:val="PM-Standard"/>
        <w:spacing w:before="120" w:after="0"/>
        <w:ind w:right="4162"/>
        <w:jc w:val="left"/>
      </w:pPr>
    </w:p>
    <w:p w:rsidR="001B1FCD" w:rsidRDefault="00607694" w:rsidP="00652973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9D1199">
        <w:rPr>
          <w:sz w:val="18"/>
          <w:szCs w:val="18"/>
        </w:rPr>
        <w:t>1</w:t>
      </w:r>
      <w:r w:rsidR="0007006A">
        <w:rPr>
          <w:sz w:val="18"/>
          <w:szCs w:val="18"/>
        </w:rPr>
        <w:t>.</w:t>
      </w:r>
      <w:r w:rsidR="00504BD3">
        <w:rPr>
          <w:sz w:val="18"/>
          <w:szCs w:val="18"/>
        </w:rPr>
        <w:t>579</w:t>
      </w:r>
      <w:r w:rsidRPr="00363BF0">
        <w:rPr>
          <w:sz w:val="18"/>
          <w:szCs w:val="18"/>
        </w:rPr>
        <w:t xml:space="preserve"> Zeichen inkl. Leerschläge)</w:t>
      </w:r>
    </w:p>
    <w:p w:rsidR="00652973" w:rsidRDefault="00652973" w:rsidP="00607694"/>
    <w:p w:rsidR="002C6779" w:rsidRDefault="002C6779" w:rsidP="001B1FCD">
      <w:pPr>
        <w:pStyle w:val="PM-Abschnitt"/>
        <w:spacing w:before="240"/>
        <w:ind w:right="278"/>
        <w:rPr>
          <w:bCs/>
          <w:sz w:val="22"/>
        </w:rPr>
      </w:pPr>
    </w:p>
    <w:p w:rsidR="001B1FCD" w:rsidRDefault="00934CE2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</w:t>
      </w:r>
      <w:r w:rsidR="001B1FCD">
        <w:rPr>
          <w:bCs/>
          <w:sz w:val="22"/>
        </w:rPr>
        <w:t xml:space="preserve">: </w:t>
      </w:r>
      <w:r w:rsidR="00A961FB">
        <w:rPr>
          <w:bCs/>
          <w:sz w:val="22"/>
        </w:rPr>
        <w:t>ALUKON</w:t>
      </w:r>
    </w:p>
    <w:p w:rsidR="001B1FCD" w:rsidRPr="00607694" w:rsidRDefault="001B1FCD" w:rsidP="00607694"/>
    <w:sectPr w:rsidR="001B1FCD" w:rsidRPr="00607694" w:rsidSect="00D17415">
      <w:headerReference w:type="default" r:id="rId8"/>
      <w:footerReference w:type="default" r:id="rId9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53427F">
      <w:rPr>
        <w:rFonts w:ascii="Arial" w:hAnsi="Arial" w:cs="Arial"/>
        <w:color w:val="808080"/>
        <w:sz w:val="16"/>
        <w:szCs w:val="16"/>
      </w:rPr>
      <w:t xml:space="preserve"> 150</w:t>
    </w:r>
    <w:r w:rsidR="00934CE2">
      <w:rPr>
        <w:rFonts w:ascii="Arial" w:hAnsi="Arial" w:cs="Arial"/>
        <w:color w:val="808080"/>
        <w:sz w:val="16"/>
        <w:szCs w:val="16"/>
      </w:rPr>
      <w:t>5</w:t>
    </w:r>
    <w:r w:rsidR="00716FAF">
      <w:rPr>
        <w:rFonts w:ascii="Arial" w:hAnsi="Arial" w:cs="Arial"/>
        <w:color w:val="808080"/>
        <w:sz w:val="16"/>
        <w:szCs w:val="16"/>
      </w:rPr>
      <w:t xml:space="preserve"> </w:t>
    </w:r>
    <w:r w:rsidR="00934CE2">
      <w:rPr>
        <w:rFonts w:ascii="Arial" w:hAnsi="Arial" w:cs="Arial"/>
        <w:color w:val="808080"/>
        <w:sz w:val="16"/>
        <w:szCs w:val="16"/>
      </w:rPr>
      <w:t>TZ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81264F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81264F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6E6CE1B3" wp14:editId="621B8F54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567ABB" wp14:editId="4EAF4361">
              <wp:simplePos x="0" y="0"/>
              <wp:positionH relativeFrom="column">
                <wp:posOffset>4000500</wp:posOffset>
              </wp:positionH>
              <wp:positionV relativeFrom="paragraph">
                <wp:posOffset>656590</wp:posOffset>
              </wp:positionV>
              <wp:extent cx="2171700" cy="1779270"/>
              <wp:effectExtent l="0" t="0" r="0" b="254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779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pt;margin-top:51.7pt;width:171pt;height:14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2E98"/>
    <w:rsid w:val="00003BCE"/>
    <w:rsid w:val="00003E44"/>
    <w:rsid w:val="0000456D"/>
    <w:rsid w:val="0000491F"/>
    <w:rsid w:val="00004A0E"/>
    <w:rsid w:val="00005A2D"/>
    <w:rsid w:val="00005AA3"/>
    <w:rsid w:val="0000610D"/>
    <w:rsid w:val="000064AE"/>
    <w:rsid w:val="00006AE7"/>
    <w:rsid w:val="000104D5"/>
    <w:rsid w:val="00010AB0"/>
    <w:rsid w:val="00010AB3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01CE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5833"/>
    <w:rsid w:val="0005699A"/>
    <w:rsid w:val="00056A05"/>
    <w:rsid w:val="00057438"/>
    <w:rsid w:val="00057AF6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06A"/>
    <w:rsid w:val="000701D2"/>
    <w:rsid w:val="000702CC"/>
    <w:rsid w:val="00070AB1"/>
    <w:rsid w:val="000719F3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2CAC"/>
    <w:rsid w:val="00093542"/>
    <w:rsid w:val="00093ED2"/>
    <w:rsid w:val="000946A6"/>
    <w:rsid w:val="00094987"/>
    <w:rsid w:val="00094B70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209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1425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6A0B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E7B01"/>
    <w:rsid w:val="000F07D6"/>
    <w:rsid w:val="000F0DA0"/>
    <w:rsid w:val="000F19E3"/>
    <w:rsid w:val="000F1E75"/>
    <w:rsid w:val="000F2A2D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C9F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3B72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47F52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8E6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4511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892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11F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28B6"/>
    <w:rsid w:val="0028303D"/>
    <w:rsid w:val="0028354D"/>
    <w:rsid w:val="00283B69"/>
    <w:rsid w:val="002847B3"/>
    <w:rsid w:val="00286B16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0A80"/>
    <w:rsid w:val="002B14F7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40F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79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5715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222C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636"/>
    <w:rsid w:val="00335CCB"/>
    <w:rsid w:val="00341294"/>
    <w:rsid w:val="00341B73"/>
    <w:rsid w:val="00341BA1"/>
    <w:rsid w:val="00341BB8"/>
    <w:rsid w:val="00342401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2D1B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3AD6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258E"/>
    <w:rsid w:val="003B3012"/>
    <w:rsid w:val="003B3381"/>
    <w:rsid w:val="003B36F1"/>
    <w:rsid w:val="003B3938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1E5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850"/>
    <w:rsid w:val="003D0DEF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093"/>
    <w:rsid w:val="003D62C2"/>
    <w:rsid w:val="003D68DF"/>
    <w:rsid w:val="003D7C5C"/>
    <w:rsid w:val="003E08E3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2C2F"/>
    <w:rsid w:val="00403698"/>
    <w:rsid w:val="00403979"/>
    <w:rsid w:val="00404E0E"/>
    <w:rsid w:val="0040509F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3FEE"/>
    <w:rsid w:val="004543FB"/>
    <w:rsid w:val="0045444D"/>
    <w:rsid w:val="00454B85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5ACC"/>
    <w:rsid w:val="004863F3"/>
    <w:rsid w:val="00486409"/>
    <w:rsid w:val="004865DD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B77B6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38DB"/>
    <w:rsid w:val="004D5509"/>
    <w:rsid w:val="004D5D1C"/>
    <w:rsid w:val="004D6543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54F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500"/>
    <w:rsid w:val="004F7881"/>
    <w:rsid w:val="0050000D"/>
    <w:rsid w:val="00500193"/>
    <w:rsid w:val="005008E1"/>
    <w:rsid w:val="00500A88"/>
    <w:rsid w:val="00501005"/>
    <w:rsid w:val="0050103B"/>
    <w:rsid w:val="00501414"/>
    <w:rsid w:val="00501A30"/>
    <w:rsid w:val="00502310"/>
    <w:rsid w:val="00502807"/>
    <w:rsid w:val="00502A1B"/>
    <w:rsid w:val="00503136"/>
    <w:rsid w:val="00504548"/>
    <w:rsid w:val="00504BD3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7F"/>
    <w:rsid w:val="005342D7"/>
    <w:rsid w:val="005361AE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566A"/>
    <w:rsid w:val="005663EF"/>
    <w:rsid w:val="00566EB9"/>
    <w:rsid w:val="0056707B"/>
    <w:rsid w:val="0056748A"/>
    <w:rsid w:val="00567BA9"/>
    <w:rsid w:val="00570781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0A05"/>
    <w:rsid w:val="005A10D2"/>
    <w:rsid w:val="005A1850"/>
    <w:rsid w:val="005A3B48"/>
    <w:rsid w:val="005A5983"/>
    <w:rsid w:val="005A646D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7C3"/>
    <w:rsid w:val="005B2DB0"/>
    <w:rsid w:val="005B2EAE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242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5B8"/>
    <w:rsid w:val="005F4792"/>
    <w:rsid w:val="005F4E9F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3607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973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4DE5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20E2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201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944"/>
    <w:rsid w:val="006D52F9"/>
    <w:rsid w:val="006D5407"/>
    <w:rsid w:val="006D64F3"/>
    <w:rsid w:val="006D65F6"/>
    <w:rsid w:val="006D6E73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3B22"/>
    <w:rsid w:val="006E4C4F"/>
    <w:rsid w:val="006E50CD"/>
    <w:rsid w:val="006E6683"/>
    <w:rsid w:val="006E7318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6FAF"/>
    <w:rsid w:val="007177CE"/>
    <w:rsid w:val="00720017"/>
    <w:rsid w:val="00720765"/>
    <w:rsid w:val="00720A6B"/>
    <w:rsid w:val="00721338"/>
    <w:rsid w:val="00722105"/>
    <w:rsid w:val="00722332"/>
    <w:rsid w:val="00722FAE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0C1E"/>
    <w:rsid w:val="00741073"/>
    <w:rsid w:val="00741B0A"/>
    <w:rsid w:val="00742F92"/>
    <w:rsid w:val="00743DE0"/>
    <w:rsid w:val="00746128"/>
    <w:rsid w:val="00746FF4"/>
    <w:rsid w:val="007470AD"/>
    <w:rsid w:val="00747750"/>
    <w:rsid w:val="0075099A"/>
    <w:rsid w:val="00750F3F"/>
    <w:rsid w:val="00751D52"/>
    <w:rsid w:val="0075309B"/>
    <w:rsid w:val="00753BFC"/>
    <w:rsid w:val="00753EA7"/>
    <w:rsid w:val="00756426"/>
    <w:rsid w:val="00756A83"/>
    <w:rsid w:val="0075703B"/>
    <w:rsid w:val="0075740A"/>
    <w:rsid w:val="00760142"/>
    <w:rsid w:val="00760666"/>
    <w:rsid w:val="00761953"/>
    <w:rsid w:val="00761DE8"/>
    <w:rsid w:val="0076226D"/>
    <w:rsid w:val="007622B5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48A4"/>
    <w:rsid w:val="0077545A"/>
    <w:rsid w:val="0077789B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2C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A2F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690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4AA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64F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25D2"/>
    <w:rsid w:val="00833634"/>
    <w:rsid w:val="00834652"/>
    <w:rsid w:val="00835547"/>
    <w:rsid w:val="0083697A"/>
    <w:rsid w:val="0083745E"/>
    <w:rsid w:val="0084017F"/>
    <w:rsid w:val="008412AB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BF1"/>
    <w:rsid w:val="00847D97"/>
    <w:rsid w:val="00847E59"/>
    <w:rsid w:val="00850109"/>
    <w:rsid w:val="008506B2"/>
    <w:rsid w:val="00850ED5"/>
    <w:rsid w:val="00850F6C"/>
    <w:rsid w:val="00850FA8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2DC9"/>
    <w:rsid w:val="008636B3"/>
    <w:rsid w:val="0086485B"/>
    <w:rsid w:val="00865AB0"/>
    <w:rsid w:val="00865C3C"/>
    <w:rsid w:val="0086681A"/>
    <w:rsid w:val="008671C1"/>
    <w:rsid w:val="0086752E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1DC8"/>
    <w:rsid w:val="00882D69"/>
    <w:rsid w:val="00883351"/>
    <w:rsid w:val="00883AF5"/>
    <w:rsid w:val="00884CE1"/>
    <w:rsid w:val="00884CE9"/>
    <w:rsid w:val="00885778"/>
    <w:rsid w:val="00886748"/>
    <w:rsid w:val="00886E61"/>
    <w:rsid w:val="0088738A"/>
    <w:rsid w:val="00887690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B97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0EFD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D0C"/>
    <w:rsid w:val="008F1F2F"/>
    <w:rsid w:val="008F20B4"/>
    <w:rsid w:val="008F242B"/>
    <w:rsid w:val="008F2CA5"/>
    <w:rsid w:val="008F3884"/>
    <w:rsid w:val="008F3F79"/>
    <w:rsid w:val="008F4214"/>
    <w:rsid w:val="008F488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07E2B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6F1F"/>
    <w:rsid w:val="00927D54"/>
    <w:rsid w:val="00927E60"/>
    <w:rsid w:val="00930488"/>
    <w:rsid w:val="00930740"/>
    <w:rsid w:val="00930D77"/>
    <w:rsid w:val="00933591"/>
    <w:rsid w:val="00933627"/>
    <w:rsid w:val="00934CE2"/>
    <w:rsid w:val="00935303"/>
    <w:rsid w:val="00936472"/>
    <w:rsid w:val="00936608"/>
    <w:rsid w:val="00936F8F"/>
    <w:rsid w:val="009410AC"/>
    <w:rsid w:val="0094154C"/>
    <w:rsid w:val="00941791"/>
    <w:rsid w:val="00941C1B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07D4"/>
    <w:rsid w:val="00951217"/>
    <w:rsid w:val="009524F7"/>
    <w:rsid w:val="00952DC2"/>
    <w:rsid w:val="0095308D"/>
    <w:rsid w:val="00953497"/>
    <w:rsid w:val="009535BE"/>
    <w:rsid w:val="00953790"/>
    <w:rsid w:val="009546DE"/>
    <w:rsid w:val="00954D52"/>
    <w:rsid w:val="00954E99"/>
    <w:rsid w:val="00955113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279E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0E36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199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D7DA0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25B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07F94"/>
    <w:rsid w:val="00A10973"/>
    <w:rsid w:val="00A1224F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5DF0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4A"/>
    <w:rsid w:val="00A64FB2"/>
    <w:rsid w:val="00A65040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C21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698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2EF9"/>
    <w:rsid w:val="00A93D91"/>
    <w:rsid w:val="00A95637"/>
    <w:rsid w:val="00A95BE8"/>
    <w:rsid w:val="00A95D66"/>
    <w:rsid w:val="00A961FB"/>
    <w:rsid w:val="00A96A89"/>
    <w:rsid w:val="00A978DE"/>
    <w:rsid w:val="00A97BD8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54"/>
    <w:rsid w:val="00AB27E4"/>
    <w:rsid w:val="00AB2A77"/>
    <w:rsid w:val="00AB3156"/>
    <w:rsid w:val="00AB3C07"/>
    <w:rsid w:val="00AB407C"/>
    <w:rsid w:val="00AB5132"/>
    <w:rsid w:val="00AB534D"/>
    <w:rsid w:val="00AB635D"/>
    <w:rsid w:val="00AB6CE5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0C44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91E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2FF6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564F"/>
    <w:rsid w:val="00BA6BD1"/>
    <w:rsid w:val="00BA7008"/>
    <w:rsid w:val="00BA74F3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B6696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580"/>
    <w:rsid w:val="00BE077C"/>
    <w:rsid w:val="00BE0835"/>
    <w:rsid w:val="00BE0E75"/>
    <w:rsid w:val="00BE1C01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6B8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37F5"/>
    <w:rsid w:val="00C1423D"/>
    <w:rsid w:val="00C14667"/>
    <w:rsid w:val="00C14EE4"/>
    <w:rsid w:val="00C15715"/>
    <w:rsid w:val="00C16547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288F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165C"/>
    <w:rsid w:val="00C522AA"/>
    <w:rsid w:val="00C52D4A"/>
    <w:rsid w:val="00C53027"/>
    <w:rsid w:val="00C54E70"/>
    <w:rsid w:val="00C5500D"/>
    <w:rsid w:val="00C5530C"/>
    <w:rsid w:val="00C5584E"/>
    <w:rsid w:val="00C5601C"/>
    <w:rsid w:val="00C56668"/>
    <w:rsid w:val="00C56FB9"/>
    <w:rsid w:val="00C57188"/>
    <w:rsid w:val="00C5777A"/>
    <w:rsid w:val="00C6027A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1B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1A9E"/>
    <w:rsid w:val="00C82275"/>
    <w:rsid w:val="00C833E0"/>
    <w:rsid w:val="00C83EFD"/>
    <w:rsid w:val="00C86C22"/>
    <w:rsid w:val="00C8750E"/>
    <w:rsid w:val="00C875E2"/>
    <w:rsid w:val="00C87BA0"/>
    <w:rsid w:val="00C908E4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B4F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2797"/>
    <w:rsid w:val="00D0328F"/>
    <w:rsid w:val="00D03CC8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93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281"/>
    <w:rsid w:val="00D7765E"/>
    <w:rsid w:val="00D77C5B"/>
    <w:rsid w:val="00D801E3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2B18"/>
    <w:rsid w:val="00D93246"/>
    <w:rsid w:val="00D935EA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0FDB"/>
    <w:rsid w:val="00DF1293"/>
    <w:rsid w:val="00DF1E79"/>
    <w:rsid w:val="00DF27A3"/>
    <w:rsid w:val="00DF356A"/>
    <w:rsid w:val="00DF3F24"/>
    <w:rsid w:val="00DF3F79"/>
    <w:rsid w:val="00DF5805"/>
    <w:rsid w:val="00DF6321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54F"/>
    <w:rsid w:val="00E107E6"/>
    <w:rsid w:val="00E1131A"/>
    <w:rsid w:val="00E113A2"/>
    <w:rsid w:val="00E11518"/>
    <w:rsid w:val="00E117A7"/>
    <w:rsid w:val="00E12231"/>
    <w:rsid w:val="00E12547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6B5A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3326"/>
    <w:rsid w:val="00E545B3"/>
    <w:rsid w:val="00E549C4"/>
    <w:rsid w:val="00E54BFF"/>
    <w:rsid w:val="00E556F8"/>
    <w:rsid w:val="00E561BB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4D6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4FE"/>
    <w:rsid w:val="00E9460E"/>
    <w:rsid w:val="00E94936"/>
    <w:rsid w:val="00E94A36"/>
    <w:rsid w:val="00E94E2F"/>
    <w:rsid w:val="00E9730C"/>
    <w:rsid w:val="00EA0F4B"/>
    <w:rsid w:val="00EA1C1F"/>
    <w:rsid w:val="00EA23CA"/>
    <w:rsid w:val="00EA2539"/>
    <w:rsid w:val="00EA2968"/>
    <w:rsid w:val="00EA2A25"/>
    <w:rsid w:val="00EA3166"/>
    <w:rsid w:val="00EA34C4"/>
    <w:rsid w:val="00EA3902"/>
    <w:rsid w:val="00EA3C86"/>
    <w:rsid w:val="00EA3E72"/>
    <w:rsid w:val="00EA4B3D"/>
    <w:rsid w:val="00EA517C"/>
    <w:rsid w:val="00EA530B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430"/>
    <w:rsid w:val="00ED45FE"/>
    <w:rsid w:val="00ED4E6A"/>
    <w:rsid w:val="00ED4E6B"/>
    <w:rsid w:val="00ED5995"/>
    <w:rsid w:val="00ED5E77"/>
    <w:rsid w:val="00ED6E0D"/>
    <w:rsid w:val="00ED746F"/>
    <w:rsid w:val="00ED75AB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956"/>
    <w:rsid w:val="00F15D0B"/>
    <w:rsid w:val="00F16474"/>
    <w:rsid w:val="00F168AB"/>
    <w:rsid w:val="00F17F74"/>
    <w:rsid w:val="00F20281"/>
    <w:rsid w:val="00F21F62"/>
    <w:rsid w:val="00F234B1"/>
    <w:rsid w:val="00F23947"/>
    <w:rsid w:val="00F23DF0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751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5F16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1C3E"/>
    <w:rsid w:val="00F620A0"/>
    <w:rsid w:val="00F62DAE"/>
    <w:rsid w:val="00F639E9"/>
    <w:rsid w:val="00F63BF7"/>
    <w:rsid w:val="00F642E5"/>
    <w:rsid w:val="00F64917"/>
    <w:rsid w:val="00F65C73"/>
    <w:rsid w:val="00F66147"/>
    <w:rsid w:val="00F66A4F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2A7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0EC"/>
    <w:rsid w:val="00F9723D"/>
    <w:rsid w:val="00FA0B60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4A76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6E26"/>
    <w:rsid w:val="00FD751C"/>
    <w:rsid w:val="00FD75F9"/>
    <w:rsid w:val="00FE01C7"/>
    <w:rsid w:val="00FE0FD0"/>
    <w:rsid w:val="00FE1051"/>
    <w:rsid w:val="00FE175F"/>
    <w:rsid w:val="00FE278D"/>
    <w:rsid w:val="00FE2A0E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2C5E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arketing-Kommunikation\Team%20PR\PR%20Deutschland\PR-Texte%20-%20final\Vorlage_Presseinf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Vorlage_Presseinfo</Template>
  <TotalTime>0</TotalTime>
  <Pages>2</Pages>
  <Words>268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Bartsch, Miriam</cp:lastModifiedBy>
  <cp:revision>162</cp:revision>
  <cp:lastPrinted>2015-01-19T12:45:00Z</cp:lastPrinted>
  <dcterms:created xsi:type="dcterms:W3CDTF">2014-10-06T12:58:00Z</dcterms:created>
  <dcterms:modified xsi:type="dcterms:W3CDTF">2015-01-19T12:46:00Z</dcterms:modified>
</cp:coreProperties>
</file>