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CE" w:rsidRDefault="009C56CE" w:rsidP="00607694">
      <w:pPr>
        <w:pStyle w:val="PM-Titel"/>
        <w:ind w:right="4162"/>
        <w:rPr>
          <w:sz w:val="22"/>
        </w:rPr>
      </w:pPr>
    </w:p>
    <w:p w:rsidR="009C56CE" w:rsidRDefault="005A041A" w:rsidP="00607694">
      <w:pPr>
        <w:pStyle w:val="PM-Titel"/>
        <w:ind w:right="4162"/>
        <w:rPr>
          <w:sz w:val="22"/>
        </w:rPr>
      </w:pPr>
      <w:bookmarkStart w:id="0" w:name="_GoBack"/>
      <w:r>
        <w:rPr>
          <w:noProof/>
          <w:sz w:val="22"/>
        </w:rPr>
        <w:drawing>
          <wp:inline distT="0" distB="0" distL="0" distR="0">
            <wp:extent cx="3999244" cy="2328602"/>
            <wp:effectExtent l="0" t="0" r="127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 1508-TZ_Bild 1Wor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141" cy="2337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A4E59" w:rsidRPr="00EB613D" w:rsidRDefault="007E2FB1" w:rsidP="00607694">
      <w:pPr>
        <w:pStyle w:val="PM-Titel"/>
        <w:ind w:right="4162"/>
        <w:rPr>
          <w:b w:val="0"/>
          <w:sz w:val="22"/>
        </w:rPr>
      </w:pPr>
      <w:r w:rsidRPr="00EB613D">
        <w:rPr>
          <w:sz w:val="22"/>
        </w:rPr>
        <w:t xml:space="preserve">Bild 1: </w:t>
      </w:r>
      <w:r w:rsidRPr="00EB613D">
        <w:rPr>
          <w:b w:val="0"/>
          <w:sz w:val="22"/>
        </w:rPr>
        <w:t xml:space="preserve">Auf </w:t>
      </w:r>
      <w:r w:rsidR="00441F6C" w:rsidRPr="00EB613D">
        <w:rPr>
          <w:b w:val="0"/>
          <w:sz w:val="22"/>
        </w:rPr>
        <w:t xml:space="preserve">600 </w:t>
      </w:r>
      <w:r w:rsidRPr="00EB613D">
        <w:rPr>
          <w:b w:val="0"/>
          <w:sz w:val="22"/>
        </w:rPr>
        <w:t xml:space="preserve">m² Standfläche </w:t>
      </w:r>
      <w:r w:rsidR="00CA4E59" w:rsidRPr="00EB613D">
        <w:rPr>
          <w:b w:val="0"/>
          <w:sz w:val="22"/>
        </w:rPr>
        <w:t>begrüßte</w:t>
      </w:r>
      <w:r w:rsidRPr="00EB613D">
        <w:rPr>
          <w:b w:val="0"/>
          <w:sz w:val="22"/>
        </w:rPr>
        <w:t xml:space="preserve"> </w:t>
      </w:r>
      <w:proofErr w:type="spellStart"/>
      <w:r w:rsidRPr="00EB613D">
        <w:rPr>
          <w:b w:val="0"/>
          <w:sz w:val="22"/>
        </w:rPr>
        <w:t>Alukon</w:t>
      </w:r>
      <w:proofErr w:type="spellEnd"/>
      <w:r w:rsidR="00EB613D" w:rsidRPr="00EB613D">
        <w:rPr>
          <w:b w:val="0"/>
          <w:sz w:val="22"/>
        </w:rPr>
        <w:t xml:space="preserve"> bereits</w:t>
      </w:r>
      <w:r w:rsidR="00066928" w:rsidRPr="00EB613D">
        <w:rPr>
          <w:b w:val="0"/>
          <w:sz w:val="22"/>
        </w:rPr>
        <w:t xml:space="preserve"> zu Beginn </w:t>
      </w:r>
      <w:r w:rsidRPr="00EB613D">
        <w:rPr>
          <w:b w:val="0"/>
          <w:sz w:val="22"/>
        </w:rPr>
        <w:t xml:space="preserve">bei der Weltleitmesse für Rollladen, Tore </w:t>
      </w:r>
      <w:r w:rsidR="00441F6C" w:rsidRPr="00EB613D">
        <w:rPr>
          <w:b w:val="0"/>
          <w:sz w:val="22"/>
        </w:rPr>
        <w:t>und So</w:t>
      </w:r>
      <w:r w:rsidR="00441F6C" w:rsidRPr="00EB613D">
        <w:rPr>
          <w:b w:val="0"/>
          <w:sz w:val="22"/>
        </w:rPr>
        <w:t>n</w:t>
      </w:r>
      <w:r w:rsidR="00441F6C" w:rsidRPr="00EB613D">
        <w:rPr>
          <w:b w:val="0"/>
          <w:sz w:val="22"/>
        </w:rPr>
        <w:t>nenschutz</w:t>
      </w:r>
      <w:r w:rsidRPr="00EB613D">
        <w:rPr>
          <w:b w:val="0"/>
          <w:sz w:val="22"/>
        </w:rPr>
        <w:t>, R+T in Stuttgart, eine Vielzahl von Besuchern aus dem In- und Aus</w:t>
      </w:r>
      <w:r w:rsidR="00CA4E59" w:rsidRPr="00EB613D">
        <w:rPr>
          <w:b w:val="0"/>
          <w:sz w:val="22"/>
        </w:rPr>
        <w:t>land.</w:t>
      </w:r>
    </w:p>
    <w:p w:rsidR="00CA4E59" w:rsidRPr="00EB613D" w:rsidRDefault="00CA4E59" w:rsidP="00607694">
      <w:pPr>
        <w:pStyle w:val="PM-Titel"/>
        <w:ind w:right="4162"/>
        <w:rPr>
          <w:sz w:val="22"/>
        </w:rPr>
      </w:pPr>
    </w:p>
    <w:p w:rsidR="00607694" w:rsidRPr="00EB613D" w:rsidRDefault="003A2E93" w:rsidP="00607694">
      <w:pPr>
        <w:pStyle w:val="PM-Titel"/>
        <w:ind w:right="4162"/>
        <w:rPr>
          <w:sz w:val="48"/>
          <w:szCs w:val="48"/>
        </w:rPr>
      </w:pPr>
      <w:r w:rsidRPr="00EB613D">
        <w:rPr>
          <w:sz w:val="22"/>
        </w:rPr>
        <w:t>Messe R+T 2015 in Stuttgart</w:t>
      </w:r>
      <w:r w:rsidR="00607694" w:rsidRPr="00EB613D">
        <w:rPr>
          <w:sz w:val="48"/>
          <w:szCs w:val="48"/>
        </w:rPr>
        <w:t xml:space="preserve"> </w:t>
      </w:r>
      <w:r w:rsidR="00607694" w:rsidRPr="00EB613D">
        <w:rPr>
          <w:sz w:val="48"/>
          <w:szCs w:val="48"/>
        </w:rPr>
        <w:br/>
      </w:r>
      <w:proofErr w:type="spellStart"/>
      <w:r w:rsidR="00E81C8C" w:rsidRPr="00EB613D">
        <w:rPr>
          <w:szCs w:val="28"/>
        </w:rPr>
        <w:t>Alukon</w:t>
      </w:r>
      <w:proofErr w:type="spellEnd"/>
      <w:r w:rsidR="00E81C8C" w:rsidRPr="00EB613D">
        <w:rPr>
          <w:szCs w:val="28"/>
        </w:rPr>
        <w:t xml:space="preserve"> präsentiert sich auf der Weltleitme</w:t>
      </w:r>
      <w:r w:rsidR="00E81C8C" w:rsidRPr="00EB613D">
        <w:rPr>
          <w:szCs w:val="28"/>
        </w:rPr>
        <w:t>s</w:t>
      </w:r>
      <w:r w:rsidR="00E81C8C" w:rsidRPr="00EB613D">
        <w:rPr>
          <w:szCs w:val="28"/>
        </w:rPr>
        <w:t>se für Rollladen, Tore und Sonnenschutz</w:t>
      </w:r>
    </w:p>
    <w:p w:rsidR="00607694" w:rsidRPr="00EB613D" w:rsidRDefault="00E81C8C" w:rsidP="00607694">
      <w:pPr>
        <w:pStyle w:val="PM-Lead"/>
        <w:spacing w:before="120" w:after="0"/>
        <w:ind w:right="4162"/>
        <w:jc w:val="left"/>
      </w:pPr>
      <w:r w:rsidRPr="00EB613D">
        <w:t>Konradsreuth, Februar 2015</w:t>
      </w:r>
      <w:r w:rsidR="00607694" w:rsidRPr="00EB613D">
        <w:t>.</w:t>
      </w:r>
      <w:r w:rsidR="00627067" w:rsidRPr="00EB613D">
        <w:t xml:space="preserve"> Zahlreiche Besucher </w:t>
      </w:r>
      <w:r w:rsidR="00FB4396">
        <w:t>hat</w:t>
      </w:r>
      <w:r w:rsidR="00627067" w:rsidRPr="00EB613D">
        <w:t xml:space="preserve"> </w:t>
      </w:r>
      <w:proofErr w:type="spellStart"/>
      <w:r w:rsidR="00627067" w:rsidRPr="00EB613D">
        <w:t>Alukon</w:t>
      </w:r>
      <w:proofErr w:type="spellEnd"/>
      <w:r w:rsidR="00FB4396">
        <w:t xml:space="preserve"> am ersten Messetag</w:t>
      </w:r>
      <w:r w:rsidR="00627067" w:rsidRPr="00EB613D">
        <w:t xml:space="preserve"> auf der Weltleitmesse für Rollladen, Tore und Sonnenschutz begrüßen</w:t>
      </w:r>
      <w:r w:rsidR="00FB4396">
        <w:t xml:space="preserve"> dürfen</w:t>
      </w:r>
      <w:r w:rsidR="00627067" w:rsidRPr="00EB613D">
        <w:t>. Zudem f</w:t>
      </w:r>
      <w:r w:rsidR="00FB4396">
        <w:t>eiert</w:t>
      </w:r>
      <w:r w:rsidR="00441F6C" w:rsidRPr="00EB613D">
        <w:t xml:space="preserve"> das Unternehmen</w:t>
      </w:r>
      <w:r w:rsidR="001B0CAD" w:rsidRPr="00EB613D">
        <w:t xml:space="preserve"> </w:t>
      </w:r>
      <w:r w:rsidR="00627067" w:rsidRPr="00EB613D">
        <w:t xml:space="preserve">sein 40-jähriges </w:t>
      </w:r>
      <w:r w:rsidR="00CA4E59" w:rsidRPr="00EB613D">
        <w:t>Mess</w:t>
      </w:r>
      <w:r w:rsidR="00CA4E59" w:rsidRPr="00EB613D">
        <w:t>e</w:t>
      </w:r>
      <w:r w:rsidR="00CA4E59" w:rsidRPr="00EB613D">
        <w:t>j</w:t>
      </w:r>
      <w:r w:rsidR="00627067" w:rsidRPr="00EB613D">
        <w:t xml:space="preserve">ubiläum </w:t>
      </w:r>
      <w:r w:rsidR="00CA4E59" w:rsidRPr="00EB613D">
        <w:t>mit</w:t>
      </w:r>
      <w:r w:rsidR="00627067" w:rsidRPr="00EB613D">
        <w:t xml:space="preserve"> der diesjährigen Teilnahme an der R+T. </w:t>
      </w:r>
      <w:r w:rsidR="00A90E84" w:rsidRPr="00EB613D">
        <w:t xml:space="preserve"> </w:t>
      </w:r>
    </w:p>
    <w:p w:rsidR="00627067" w:rsidRPr="00EB613D" w:rsidRDefault="00627067" w:rsidP="00607694">
      <w:pPr>
        <w:pStyle w:val="PM-Standard"/>
        <w:spacing w:before="120" w:after="0"/>
        <w:ind w:right="4162"/>
        <w:jc w:val="left"/>
      </w:pPr>
      <w:r w:rsidRPr="00EB613D">
        <w:t xml:space="preserve">Auf </w:t>
      </w:r>
      <w:r w:rsidR="00441F6C" w:rsidRPr="00EB613D">
        <w:t xml:space="preserve">rund 600 </w:t>
      </w:r>
      <w:r w:rsidRPr="00EB613D">
        <w:t xml:space="preserve">m² präsentiert </w:t>
      </w:r>
      <w:proofErr w:type="spellStart"/>
      <w:r w:rsidRPr="00EB613D">
        <w:t>Alukon</w:t>
      </w:r>
      <w:proofErr w:type="spellEnd"/>
      <w:r w:rsidRPr="00EB613D">
        <w:t xml:space="preserve"> seit</w:t>
      </w:r>
      <w:r w:rsidR="00441F6C" w:rsidRPr="00EB613D">
        <w:t xml:space="preserve"> Dienstag</w:t>
      </w:r>
      <w:r w:rsidRPr="00EB613D">
        <w:t xml:space="preserve"> neben</w:t>
      </w:r>
      <w:r w:rsidR="00441F6C" w:rsidRPr="00EB613D">
        <w:t xml:space="preserve"> dem</w:t>
      </w:r>
      <w:r w:rsidRPr="00EB613D">
        <w:t xml:space="preserve"> bewährten </w:t>
      </w:r>
      <w:r w:rsidR="00450CC7" w:rsidRPr="00EB613D">
        <w:t xml:space="preserve">breiten </w:t>
      </w:r>
      <w:r w:rsidR="00441F6C" w:rsidRPr="00EB613D">
        <w:t>Produktprogramm als Highlight seine Neuentwicklungen</w:t>
      </w:r>
      <w:r w:rsidR="00EB613D" w:rsidRPr="00EB613D">
        <w:t>.</w:t>
      </w:r>
      <w:r w:rsidRPr="00EB613D">
        <w:t xml:space="preserve"> „Die Messe R+T ist für uns </w:t>
      </w:r>
      <w:r w:rsidR="00440781" w:rsidRPr="00EB613D">
        <w:t>die wichtigste Messe</w:t>
      </w:r>
      <w:r w:rsidRPr="00EB613D">
        <w:t xml:space="preserve">. </w:t>
      </w:r>
      <w:r w:rsidR="008F3236" w:rsidRPr="00EB613D">
        <w:t xml:space="preserve">Die bisher überaus positiven Resonanzen </w:t>
      </w:r>
      <w:r w:rsidR="00440781" w:rsidRPr="00EB613D">
        <w:t>auf</w:t>
      </w:r>
      <w:r w:rsidR="008F3236" w:rsidRPr="00EB613D">
        <w:t xml:space="preserve"> uns</w:t>
      </w:r>
      <w:r w:rsidR="008F3236" w:rsidRPr="00EB613D">
        <w:t>e</w:t>
      </w:r>
      <w:r w:rsidR="008F3236" w:rsidRPr="00EB613D">
        <w:t xml:space="preserve">re großen und kleinen Innovationen freuen uns sehr </w:t>
      </w:r>
      <w:r w:rsidR="00677B22" w:rsidRPr="00EB613D">
        <w:t xml:space="preserve">“, </w:t>
      </w:r>
      <w:r w:rsidR="00CA4E59" w:rsidRPr="00EB613D">
        <w:t>sagt</w:t>
      </w:r>
      <w:r w:rsidR="00677B22" w:rsidRPr="00EB613D">
        <w:t xml:space="preserve"> Geschäftsführer der </w:t>
      </w:r>
      <w:proofErr w:type="spellStart"/>
      <w:r w:rsidR="00677B22" w:rsidRPr="00EB613D">
        <w:t>Alukon</w:t>
      </w:r>
      <w:proofErr w:type="spellEnd"/>
      <w:r w:rsidR="00677B22" w:rsidRPr="00EB613D">
        <w:t xml:space="preserve"> KG, Klaus Braun</w:t>
      </w:r>
      <w:r w:rsidR="00CA4E59" w:rsidRPr="00EB613D">
        <w:t>.</w:t>
      </w:r>
      <w:r w:rsidR="00677B22" w:rsidRPr="00EB613D">
        <w:t xml:space="preserve"> </w:t>
      </w:r>
    </w:p>
    <w:p w:rsidR="00EF796D" w:rsidRPr="00EB613D" w:rsidRDefault="00C86792" w:rsidP="00607694">
      <w:pPr>
        <w:pStyle w:val="PM-Standard"/>
        <w:spacing w:before="120" w:after="0"/>
        <w:ind w:right="4162"/>
        <w:jc w:val="left"/>
        <w:rPr>
          <w:strike/>
        </w:rPr>
      </w:pPr>
      <w:r w:rsidRPr="00EB613D">
        <w:t>Das Unternehmen stellt unter anderem eine neue Renovi</w:t>
      </w:r>
      <w:r w:rsidRPr="00EB613D">
        <w:t>e</w:t>
      </w:r>
      <w:r w:rsidRPr="00EB613D">
        <w:t>rungslösung für Aufsatzkästen vor, den AK-Reno. Die Inn</w:t>
      </w:r>
      <w:r w:rsidRPr="00EB613D">
        <w:t>o</w:t>
      </w:r>
      <w:r w:rsidRPr="00EB613D">
        <w:t xml:space="preserve">vation wurde für die noch einfachere energetische Sanierung </w:t>
      </w:r>
      <w:r w:rsidR="004B18BF" w:rsidRPr="00EB613D">
        <w:t>der bestehenden Rollladenkästen beim</w:t>
      </w:r>
      <w:r w:rsidR="00EB613D" w:rsidRPr="00EB613D">
        <w:t xml:space="preserve"> </w:t>
      </w:r>
      <w:r w:rsidRPr="00EB613D">
        <w:t>Fenstertausch en</w:t>
      </w:r>
      <w:r w:rsidRPr="00EB613D">
        <w:t>t</w:t>
      </w:r>
      <w:r w:rsidRPr="00EB613D">
        <w:t>wickelt. „Energieeffizienz nimmt eine immer größer werde</w:t>
      </w:r>
      <w:r w:rsidRPr="00EB613D">
        <w:t>n</w:t>
      </w:r>
      <w:r w:rsidRPr="00EB613D">
        <w:t>de Bedeutung an. Auch für Rollladen spielt dies eine wicht</w:t>
      </w:r>
      <w:r w:rsidRPr="00EB613D">
        <w:t>i</w:t>
      </w:r>
      <w:r w:rsidRPr="00EB613D">
        <w:t xml:space="preserve">ge Rolle“, weiß Klaus Braun. Ein weiteres Highlight ist die Weiterentwicklung des </w:t>
      </w:r>
      <w:proofErr w:type="spellStart"/>
      <w:r w:rsidRPr="00EB613D">
        <w:t>Alukon</w:t>
      </w:r>
      <w:proofErr w:type="spellEnd"/>
      <w:r w:rsidRPr="00EB613D">
        <w:t xml:space="preserve"> Sonnenschutzsystems Zip Tex. Der textile</w:t>
      </w:r>
      <w:r w:rsidR="0040408C" w:rsidRPr="00EB613D">
        <w:t xml:space="preserve"> Sonnenschutz</w:t>
      </w:r>
      <w:r w:rsidRPr="00EB613D">
        <w:t xml:space="preserve"> ist in mehr als 240 Farben erhältlich und verfügt über einen schmaleren Rahmen für ein</w:t>
      </w:r>
      <w:r w:rsidR="004C4070" w:rsidRPr="00EB613D">
        <w:t xml:space="preserve"> filigranes Design. </w:t>
      </w:r>
      <w:r w:rsidRPr="00EB613D">
        <w:t>Zudem sind für den Zip Tex.2</w:t>
      </w:r>
      <w:r w:rsidR="0040408C" w:rsidRPr="00EB613D">
        <w:t xml:space="preserve"> </w:t>
      </w:r>
      <w:r w:rsidR="00450CC7" w:rsidRPr="00EB613D">
        <w:t>grö</w:t>
      </w:r>
      <w:r w:rsidR="0040408C" w:rsidRPr="00EB613D">
        <w:t>ße</w:t>
      </w:r>
      <w:r w:rsidR="00450CC7" w:rsidRPr="00EB613D">
        <w:t>re</w:t>
      </w:r>
      <w:r w:rsidR="0040408C" w:rsidRPr="00EB613D">
        <w:t xml:space="preserve"> Tuchflächen realisierbar</w:t>
      </w:r>
      <w:r w:rsidR="00EB613D" w:rsidRPr="00EB613D">
        <w:t>.</w:t>
      </w:r>
    </w:p>
    <w:p w:rsidR="007E2FB1" w:rsidRPr="00EB613D" w:rsidRDefault="00EF796D" w:rsidP="00607694">
      <w:pPr>
        <w:pStyle w:val="PM-Standard"/>
        <w:spacing w:before="120" w:after="0"/>
        <w:ind w:right="4162"/>
        <w:jc w:val="left"/>
      </w:pPr>
      <w:r w:rsidRPr="00EB613D">
        <w:lastRenderedPageBreak/>
        <w:t>„Die Messe ist für uns schon</w:t>
      </w:r>
      <w:r w:rsidR="00042183" w:rsidRPr="00EB613D">
        <w:t xml:space="preserve"> </w:t>
      </w:r>
      <w:r w:rsidR="00EB613D">
        <w:t xml:space="preserve">von </w:t>
      </w:r>
      <w:r w:rsidR="00042183" w:rsidRPr="00EB613D">
        <w:t>Beginn an</w:t>
      </w:r>
      <w:r w:rsidRPr="00EB613D">
        <w:t xml:space="preserve"> ein voller Erfolg. Wir durften zahlreiche Besucher aus In- und Ausland auf unserem Stand begrüßen. </w:t>
      </w:r>
      <w:r w:rsidR="00912D95" w:rsidRPr="00EB613D">
        <w:t>Wir freuen uns auf die noch kommenden Tage</w:t>
      </w:r>
      <w:r w:rsidR="007E2FB1" w:rsidRPr="00EB613D">
        <w:t xml:space="preserve">“, so Klaus Braun. </w:t>
      </w:r>
    </w:p>
    <w:p w:rsidR="00EF796D" w:rsidRPr="00EB613D" w:rsidRDefault="00EF796D" w:rsidP="00607694">
      <w:pPr>
        <w:pStyle w:val="PM-Standard"/>
        <w:spacing w:before="120" w:after="0"/>
        <w:ind w:right="4162"/>
        <w:jc w:val="left"/>
      </w:pPr>
    </w:p>
    <w:p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7E2FB1">
        <w:rPr>
          <w:sz w:val="18"/>
          <w:szCs w:val="18"/>
        </w:rPr>
        <w:t>1.</w:t>
      </w:r>
      <w:r w:rsidR="000101F8">
        <w:rPr>
          <w:sz w:val="18"/>
          <w:szCs w:val="18"/>
        </w:rPr>
        <w:t>414</w:t>
      </w:r>
      <w:r w:rsidRPr="00363BF0">
        <w:rPr>
          <w:sz w:val="18"/>
          <w:szCs w:val="18"/>
        </w:rPr>
        <w:t xml:space="preserve"> Zeichen inkl. Leerschläge)</w:t>
      </w:r>
    </w:p>
    <w:p w:rsidR="00335CCB" w:rsidRDefault="00335CCB" w:rsidP="00607694"/>
    <w:p w:rsidR="001B1FCD" w:rsidRDefault="001B1FCD" w:rsidP="00607694"/>
    <w:p w:rsidR="001B1FCD" w:rsidRDefault="001B1FCD" w:rsidP="00607694"/>
    <w:p w:rsidR="001B1FCD" w:rsidRDefault="001B1FCD" w:rsidP="00607694"/>
    <w:p w:rsidR="001B1FCD" w:rsidRDefault="001B1FCD" w:rsidP="00607694"/>
    <w:p w:rsidR="001B1FCD" w:rsidRDefault="000101F8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</w:t>
      </w:r>
      <w:r w:rsidR="001B1FCD">
        <w:rPr>
          <w:bCs/>
          <w:sz w:val="22"/>
        </w:rPr>
        <w:t xml:space="preserve">: </w:t>
      </w:r>
      <w:r w:rsidR="00A961FB">
        <w:rPr>
          <w:bCs/>
          <w:sz w:val="22"/>
        </w:rPr>
        <w:t>ALUKON</w:t>
      </w:r>
    </w:p>
    <w:p w:rsidR="001B1FCD" w:rsidRPr="00607694" w:rsidRDefault="001B1FCD" w:rsidP="00607694"/>
    <w:sectPr w:rsidR="001B1FCD" w:rsidRPr="00607694" w:rsidSect="00D17415">
      <w:headerReference w:type="default" r:id="rId8"/>
      <w:footerReference w:type="default" r:id="rId9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D75" w:rsidRDefault="00F95D75">
      <w:r>
        <w:separator/>
      </w:r>
    </w:p>
  </w:endnote>
  <w:endnote w:type="continuationSeparator" w:id="0">
    <w:p w:rsidR="00F95D75" w:rsidRDefault="00F9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DE0B1D">
      <w:rPr>
        <w:rFonts w:ascii="Arial" w:hAnsi="Arial" w:cs="Arial"/>
        <w:color w:val="808080"/>
        <w:sz w:val="16"/>
        <w:szCs w:val="16"/>
      </w:rPr>
      <w:t xml:space="preserve"> 1508 –TZ  R+T Nachbericht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BA6E0A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BA6E0A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D75" w:rsidRDefault="00F95D75">
      <w:r>
        <w:separator/>
      </w:r>
    </w:p>
  </w:footnote>
  <w:footnote w:type="continuationSeparator" w:id="0">
    <w:p w:rsidR="00F95D75" w:rsidRDefault="00F95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4000500</wp:posOffset>
              </wp:positionH>
              <wp:positionV relativeFrom="paragraph">
                <wp:posOffset>656590</wp:posOffset>
              </wp:positionV>
              <wp:extent cx="2171700" cy="1779270"/>
              <wp:effectExtent l="0" t="0" r="0" b="254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77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15pt;margin-top:51.7pt;width:171pt;height:14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Verena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Lambers</w:t>
                    </w:r>
                    <w:proofErr w:type="spellEnd"/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1F8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183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6928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5FB2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3B9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0CAD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08C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781"/>
    <w:rsid w:val="00440BDD"/>
    <w:rsid w:val="004414C2"/>
    <w:rsid w:val="00441F6C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0CC7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18BF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070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2B01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41A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07C8C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4535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28"/>
    <w:rsid w:val="00742F92"/>
    <w:rsid w:val="00743DE0"/>
    <w:rsid w:val="00746128"/>
    <w:rsid w:val="007470AD"/>
    <w:rsid w:val="00747750"/>
    <w:rsid w:val="0075099A"/>
    <w:rsid w:val="00750F3F"/>
    <w:rsid w:val="007516BC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2C0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236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2D95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920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3F30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6E0A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792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4E5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0B1D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C8B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F1F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13D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545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5D75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4396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3DE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arketing-Kommunikation\Team%20PR\PR%20Deutschland\PR-Texte%20-%20final\Vorlage_Presseinf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Vorlage_Presseinfo</Template>
  <TotalTime>0</TotalTime>
  <Pages>2</Pages>
  <Words>257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Lambers, Verena</cp:lastModifiedBy>
  <cp:revision>10</cp:revision>
  <cp:lastPrinted>2015-02-20T07:40:00Z</cp:lastPrinted>
  <dcterms:created xsi:type="dcterms:W3CDTF">2015-02-20T07:46:00Z</dcterms:created>
  <dcterms:modified xsi:type="dcterms:W3CDTF">2015-02-24T14:26:00Z</dcterms:modified>
</cp:coreProperties>
</file>