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FB1" w:rsidRPr="005705EA" w:rsidRDefault="00827E6D" w:rsidP="00607694">
      <w:pPr>
        <w:pStyle w:val="PM-Titel"/>
        <w:ind w:right="4162"/>
        <w:rPr>
          <w:b w:val="0"/>
          <w:color w:val="FF0000"/>
          <w:sz w:val="22"/>
        </w:rPr>
      </w:pPr>
      <w:bookmarkStart w:id="0" w:name="_GoBack"/>
      <w:bookmarkEnd w:id="0"/>
      <w:r w:rsidRPr="00827E6D">
        <w:rPr>
          <w:b w:val="0"/>
          <w:noProof/>
          <w:color w:val="FF0000"/>
          <w:sz w:val="22"/>
        </w:rPr>
        <w:drawing>
          <wp:inline distT="0" distB="0" distL="0" distR="0">
            <wp:extent cx="3743325" cy="3813968"/>
            <wp:effectExtent l="0" t="0" r="0" b="0"/>
            <wp:docPr id="3" name="Grafik 3" descr="T:\Marketing-Kommunikation\Team PR\PR Tochter-Unternehmen\PR Alukon\PM_Arbeitsordner\2017\Markenzusammenführung\Schwarzenbach-Fotografie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Marketing-Kommunikation\Team PR\PR Tochter-Unternehmen\PR Alukon\PM_Arbeitsordner\2017\Markenzusammenführung\Schwarzenbach-Fotografie_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6" r="10120"/>
                    <a:stretch/>
                  </pic:blipFill>
                  <pic:spPr bwMode="auto">
                    <a:xfrm>
                      <a:off x="0" y="0"/>
                      <a:ext cx="3743325" cy="3813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55BE" w:rsidRPr="0035354B" w:rsidRDefault="007D55BE" w:rsidP="00733991">
      <w:pPr>
        <w:pStyle w:val="PM-Titel"/>
        <w:spacing w:after="0"/>
        <w:ind w:right="4162"/>
        <w:rPr>
          <w:b w:val="0"/>
          <w:sz w:val="22"/>
        </w:rPr>
      </w:pPr>
      <w:r>
        <w:rPr>
          <w:sz w:val="22"/>
        </w:rPr>
        <w:t xml:space="preserve">Bild 1: </w:t>
      </w:r>
      <w:r w:rsidR="007F5B5D" w:rsidRPr="007F5B5D">
        <w:rPr>
          <w:b w:val="0"/>
          <w:sz w:val="22"/>
        </w:rPr>
        <w:t>K</w:t>
      </w:r>
      <w:r w:rsidR="0029356A">
        <w:rPr>
          <w:b w:val="0"/>
          <w:sz w:val="22"/>
        </w:rPr>
        <w:t xml:space="preserve">laus Braun, Geschäftsführer </w:t>
      </w:r>
      <w:r w:rsidR="007F5B5D" w:rsidRPr="007F5B5D">
        <w:rPr>
          <w:b w:val="0"/>
          <w:sz w:val="22"/>
        </w:rPr>
        <w:t xml:space="preserve">Alukon KG, Thomas Burghardt, Geschäftsführer </w:t>
      </w:r>
      <w:r w:rsidR="00D71088">
        <w:rPr>
          <w:b w:val="0"/>
          <w:sz w:val="22"/>
        </w:rPr>
        <w:t>Schlotterer rollcom,</w:t>
      </w:r>
      <w:r w:rsidR="007F5B5D" w:rsidRPr="007F5B5D">
        <w:rPr>
          <w:b w:val="0"/>
          <w:sz w:val="22"/>
        </w:rPr>
        <w:t xml:space="preserve"> und Jörn Wilberg, Vertriebsleiter </w:t>
      </w:r>
      <w:r w:rsidR="00447E7F">
        <w:rPr>
          <w:b w:val="0"/>
          <w:sz w:val="22"/>
        </w:rPr>
        <w:t>bei Alukon</w:t>
      </w:r>
      <w:r w:rsidR="007F5B5D">
        <w:rPr>
          <w:b w:val="0"/>
          <w:sz w:val="22"/>
        </w:rPr>
        <w:t xml:space="preserve">, </w:t>
      </w:r>
      <w:r w:rsidR="00076A64">
        <w:rPr>
          <w:b w:val="0"/>
          <w:sz w:val="22"/>
        </w:rPr>
        <w:t xml:space="preserve">(v.l.n.r.) </w:t>
      </w:r>
      <w:r w:rsidR="007F5B5D">
        <w:rPr>
          <w:b w:val="0"/>
          <w:sz w:val="22"/>
        </w:rPr>
        <w:t>freuen sich übe</w:t>
      </w:r>
      <w:r w:rsidR="005705EA">
        <w:rPr>
          <w:b w:val="0"/>
          <w:sz w:val="22"/>
        </w:rPr>
        <w:t xml:space="preserve">r die Zusammenlegung der </w:t>
      </w:r>
      <w:r w:rsidR="007F5B5D">
        <w:rPr>
          <w:b w:val="0"/>
          <w:sz w:val="22"/>
        </w:rPr>
        <w:t>Marken Alukon und Schlotterer rollcom und die</w:t>
      </w:r>
      <w:r w:rsidR="001D76B0">
        <w:rPr>
          <w:b w:val="0"/>
          <w:sz w:val="22"/>
        </w:rPr>
        <w:t xml:space="preserve"> Chancen, die sich damit für die</w:t>
      </w:r>
      <w:r w:rsidR="007F5B5D">
        <w:rPr>
          <w:b w:val="0"/>
          <w:sz w:val="22"/>
        </w:rPr>
        <w:t xml:space="preserve"> Unternehmen bieten.</w:t>
      </w:r>
    </w:p>
    <w:p w:rsidR="006F21B0" w:rsidRPr="00A57BD4" w:rsidRDefault="006F21B0" w:rsidP="00733991">
      <w:pPr>
        <w:pStyle w:val="PM-Titel"/>
        <w:spacing w:after="0"/>
        <w:ind w:right="4162"/>
        <w:rPr>
          <w:b w:val="0"/>
          <w:sz w:val="22"/>
        </w:rPr>
      </w:pPr>
    </w:p>
    <w:p w:rsidR="00607694" w:rsidRPr="000E0D5A" w:rsidRDefault="003F2CDD" w:rsidP="00607694">
      <w:pPr>
        <w:pStyle w:val="PM-Titel"/>
        <w:ind w:right="4162"/>
        <w:rPr>
          <w:sz w:val="48"/>
          <w:szCs w:val="48"/>
        </w:rPr>
      </w:pPr>
      <w:r>
        <w:rPr>
          <w:sz w:val="22"/>
        </w:rPr>
        <w:t>Die Sonnenschutzsparte der Hörmann Gruppe</w:t>
      </w:r>
      <w:r w:rsidR="006F21B0">
        <w:rPr>
          <w:sz w:val="22"/>
        </w:rPr>
        <w:t xml:space="preserve"> </w:t>
      </w:r>
      <w:r>
        <w:rPr>
          <w:sz w:val="22"/>
        </w:rPr>
        <w:t>wächst zusammen:</w:t>
      </w:r>
      <w:r w:rsidR="00607694" w:rsidRPr="000E0D5A">
        <w:rPr>
          <w:sz w:val="48"/>
          <w:szCs w:val="48"/>
        </w:rPr>
        <w:t xml:space="preserve"> </w:t>
      </w:r>
      <w:r w:rsidR="00607694" w:rsidRPr="000E0D5A">
        <w:rPr>
          <w:sz w:val="48"/>
          <w:szCs w:val="48"/>
        </w:rPr>
        <w:br/>
      </w:r>
      <w:r w:rsidR="00B505AC">
        <w:rPr>
          <w:szCs w:val="28"/>
        </w:rPr>
        <w:t>Alukon und Schlotterer rollcom werden eins</w:t>
      </w:r>
      <w:r w:rsidR="00BE66FC">
        <w:rPr>
          <w:szCs w:val="28"/>
        </w:rPr>
        <w:t xml:space="preserve"> und investieren in ein neues Werk</w:t>
      </w:r>
    </w:p>
    <w:p w:rsidR="006F223F" w:rsidRDefault="00B36BCD" w:rsidP="00607694">
      <w:pPr>
        <w:pStyle w:val="PM-Lead"/>
        <w:spacing w:before="120" w:after="0"/>
        <w:ind w:right="4162"/>
        <w:jc w:val="left"/>
      </w:pPr>
      <w:r>
        <w:t>Mit Wirkung zum 01.0</w:t>
      </w:r>
      <w:r w:rsidR="001D76B0">
        <w:t>5</w:t>
      </w:r>
      <w:r>
        <w:t xml:space="preserve">.2018 </w:t>
      </w:r>
      <w:r w:rsidR="00E04ABA">
        <w:t>werden</w:t>
      </w:r>
      <w:r>
        <w:t xml:space="preserve"> die Unternehmen Alukon und Schlotterer rollcom </w:t>
      </w:r>
      <w:r w:rsidR="004E2087">
        <w:t xml:space="preserve">gemeinsam unter der </w:t>
      </w:r>
      <w:r w:rsidR="00C350E5">
        <w:t>Marke</w:t>
      </w:r>
      <w:r w:rsidR="004E2087">
        <w:t xml:space="preserve"> Alukon am Markt agieren</w:t>
      </w:r>
      <w:r w:rsidR="004E65F7">
        <w:t xml:space="preserve">. </w:t>
      </w:r>
      <w:r w:rsidR="006F223F">
        <w:t>Rechtlich bleiben beide Unternehmen eigen</w:t>
      </w:r>
      <w:r w:rsidR="00E04ABA">
        <w:t>ständig und werden als einzelne G</w:t>
      </w:r>
      <w:r w:rsidR="006F223F">
        <w:t xml:space="preserve">esellschaften an zwei Standorten geführt. Alukon und Schlotterer rollcom bilden seit 2016 die Sonnenschutzsparte der Hörmann Gruppe und </w:t>
      </w:r>
      <w:r w:rsidR="00ED2F2D">
        <w:t xml:space="preserve">werden erstmalig auf der R+T in Stuttgart gemeinsam </w:t>
      </w:r>
      <w:r w:rsidR="000B7552">
        <w:t>unter der Marke Alukon vertreten sein.</w:t>
      </w:r>
    </w:p>
    <w:p w:rsidR="005C2649" w:rsidRDefault="005E4F32" w:rsidP="00AD46E6">
      <w:pPr>
        <w:pStyle w:val="PM-Standard"/>
        <w:spacing w:before="120" w:after="0"/>
        <w:ind w:right="4162"/>
        <w:jc w:val="left"/>
      </w:pPr>
      <w:r>
        <w:t>„</w:t>
      </w:r>
      <w:r w:rsidR="006B1DF8">
        <w:t>Alukon und Schlotterer rollcom arbeiten bereits seit vielen Jahren erfolgreich zusammen und bilden seit 2016 die Sonnenschutzsparte der Hörmann Gruppe</w:t>
      </w:r>
      <w:r>
        <w:t xml:space="preserve">. </w:t>
      </w:r>
      <w:r w:rsidR="00E04ABA">
        <w:t xml:space="preserve">Um </w:t>
      </w:r>
      <w:r w:rsidR="00526CA4">
        <w:t xml:space="preserve">unsere </w:t>
      </w:r>
      <w:r w:rsidR="006B1DF8">
        <w:t xml:space="preserve">Marktposition </w:t>
      </w:r>
      <w:r w:rsidR="003D2B5E">
        <w:t xml:space="preserve">weiter </w:t>
      </w:r>
      <w:r w:rsidR="006B1DF8">
        <w:t>auszubauen</w:t>
      </w:r>
      <w:r w:rsidR="001A2089">
        <w:t>,</w:t>
      </w:r>
      <w:r w:rsidR="006B1DF8">
        <w:t xml:space="preserve"> haben wir</w:t>
      </w:r>
      <w:r w:rsidR="00526CA4">
        <w:t xml:space="preserve"> uns </w:t>
      </w:r>
      <w:r w:rsidR="00455254">
        <w:t xml:space="preserve">nun </w:t>
      </w:r>
      <w:r w:rsidR="00526CA4">
        <w:t xml:space="preserve">für </w:t>
      </w:r>
      <w:r w:rsidR="006B1DF8">
        <w:t xml:space="preserve">die Zusammenlegung der beiden Marken entschieden“, </w:t>
      </w:r>
      <w:r w:rsidR="00655A24">
        <w:t>erklärt K</w:t>
      </w:r>
      <w:r w:rsidR="006B1DF8">
        <w:t>laus Braun</w:t>
      </w:r>
      <w:r w:rsidR="00655A24">
        <w:t>, Geschäftsführer</w:t>
      </w:r>
      <w:r w:rsidR="0072042B">
        <w:t xml:space="preserve"> Alukon</w:t>
      </w:r>
      <w:r w:rsidR="00707561">
        <w:t xml:space="preserve"> und Leiter der </w:t>
      </w:r>
      <w:r w:rsidR="007406D9">
        <w:t xml:space="preserve">Hörmann </w:t>
      </w:r>
      <w:r w:rsidR="00707561">
        <w:t>Sonn</w:t>
      </w:r>
      <w:r w:rsidR="007406D9">
        <w:t>enschutzsparte</w:t>
      </w:r>
      <w:r w:rsidR="00707561">
        <w:t>.</w:t>
      </w:r>
      <w:r w:rsidR="00A1607C">
        <w:t xml:space="preserve"> </w:t>
      </w:r>
      <w:r w:rsidR="003851BC">
        <w:t>Zum 01.0</w:t>
      </w:r>
      <w:r w:rsidR="006A064A">
        <w:t>5</w:t>
      </w:r>
      <w:r w:rsidR="003851BC">
        <w:t>.2018</w:t>
      </w:r>
      <w:r w:rsidR="007C115B">
        <w:t xml:space="preserve"> wird die Marke </w:t>
      </w:r>
      <w:r w:rsidR="007C115B">
        <w:lastRenderedPageBreak/>
        <w:t xml:space="preserve">Schlotterer rollcom in die Marke Alukon integriert und </w:t>
      </w:r>
      <w:r>
        <w:t xml:space="preserve">somit das gesamte Produktportfolio im Bereich Rollläden, </w:t>
      </w:r>
      <w:r w:rsidR="006A064A">
        <w:t xml:space="preserve">Tore, </w:t>
      </w:r>
      <w:r>
        <w:t>Sonnen- und Insektenschutzlösungen einheitlich unter</w:t>
      </w:r>
      <w:r w:rsidR="007C115B">
        <w:t xml:space="preserve"> </w:t>
      </w:r>
      <w:r>
        <w:t xml:space="preserve">Alukon vertrieben. </w:t>
      </w:r>
      <w:r w:rsidR="000C1FE8">
        <w:t>Die Marke Schlotterer rollcom</w:t>
      </w:r>
      <w:r w:rsidR="00924A64">
        <w:t xml:space="preserve"> ist vor allem in Süd</w:t>
      </w:r>
      <w:r w:rsidR="006A064A">
        <w:t>west</w:t>
      </w:r>
      <w:r w:rsidR="00924A64">
        <w:t>deutschland</w:t>
      </w:r>
      <w:r w:rsidR="000C1FE8">
        <w:t xml:space="preserve"> bekannt, wohingegen Alukon</w:t>
      </w:r>
      <w:r w:rsidR="002D53AE">
        <w:t xml:space="preserve"> europaweit etabliert ist</w:t>
      </w:r>
      <w:r w:rsidR="000C1FE8">
        <w:t xml:space="preserve">. </w:t>
      </w:r>
      <w:r w:rsidR="0072042B">
        <w:t>„</w:t>
      </w:r>
      <w:r w:rsidR="00802DA1">
        <w:t>Aufgrund der Markenbekanntheit</w:t>
      </w:r>
      <w:r w:rsidR="000C1FE8">
        <w:t xml:space="preserve"> haben wir uns für die Dachmarke </w:t>
      </w:r>
      <w:r w:rsidR="00D52EE9">
        <w:t>Alukon</w:t>
      </w:r>
      <w:r w:rsidR="000C1FE8">
        <w:t xml:space="preserve"> entschieden</w:t>
      </w:r>
      <w:r w:rsidR="00802DA1">
        <w:t xml:space="preserve">, unter der beide Unternehmen am Markt agieren werden“, </w:t>
      </w:r>
      <w:r w:rsidR="002A5EC5">
        <w:t>so</w:t>
      </w:r>
      <w:r w:rsidR="007B3A40">
        <w:t xml:space="preserve"> Klaus Braun.</w:t>
      </w:r>
    </w:p>
    <w:p w:rsidR="003851BC" w:rsidRDefault="007C6CA2" w:rsidP="00AD46E6">
      <w:pPr>
        <w:pStyle w:val="PM-Standard"/>
        <w:spacing w:before="120" w:after="0"/>
        <w:ind w:right="4162"/>
        <w:jc w:val="left"/>
      </w:pPr>
      <w:r>
        <w:t>Rechtlich bleiben beide Unternehmen eigenständig</w:t>
      </w:r>
      <w:r w:rsidR="009D70AE">
        <w:t xml:space="preserve">. Klaus Braun verbleibt in seiner Funktion als Geschäftsführer der Alukon KG Konradsreuth und Leiter der Sonnenschutzsparte der Hörmann Gruppe. Thomas Burghardt verbleibt ebenfalls als Geschäftsführer </w:t>
      </w:r>
      <w:r w:rsidR="00A57AF1">
        <w:t xml:space="preserve">der </w:t>
      </w:r>
      <w:r w:rsidR="009D70AE">
        <w:t>Schlot</w:t>
      </w:r>
      <w:r w:rsidR="00D657DF">
        <w:t>terer rollcom.</w:t>
      </w:r>
      <w:r w:rsidR="00A57AF1">
        <w:t>de GmbH &amp; Co. KG</w:t>
      </w:r>
      <w:r w:rsidR="009D70AE">
        <w:t xml:space="preserve">. </w:t>
      </w:r>
      <w:r w:rsidR="00AD46E6">
        <w:t xml:space="preserve">Derzeit noch in Bodelshausen angesiedelt, wird der </w:t>
      </w:r>
      <w:r w:rsidR="006625A9">
        <w:t>Sitz von Schlotterer rollcom</w:t>
      </w:r>
      <w:r w:rsidR="00AD46E6">
        <w:t xml:space="preserve"> bis voraussichtlich Ende 2018 </w:t>
      </w:r>
      <w:r w:rsidR="00166E1B">
        <w:t>ins 18</w:t>
      </w:r>
      <w:r w:rsidR="00B84602">
        <w:t xml:space="preserve"> km entfernte</w:t>
      </w:r>
      <w:r w:rsidR="00AD46E6">
        <w:t xml:space="preserve"> Haigerloch verlagert. Dort entsteht derzeit im Gewerbegebiet „Lichtäcker“ ein neues Firmengebäude. Der Neubau wird eine erweiterte Produktions- und Lagerfläche umfassen sowie neuen Raum für Verwaltung, Produktausstellung und Schulungen bereitstellen. Diese Maßnahmen wären </w:t>
      </w:r>
      <w:r w:rsidR="00F779BD">
        <w:t>am</w:t>
      </w:r>
      <w:r w:rsidR="00AD46E6">
        <w:t xml:space="preserve"> jetzigen Unternehmenssitz in Bodelshausen perspektivisch nicht möglich gewesen</w:t>
      </w:r>
      <w:r w:rsidR="00F779BD">
        <w:t>, weshalb sich</w:t>
      </w:r>
      <w:r w:rsidR="00AD46E6">
        <w:t xml:space="preserve"> für den Aufbau eines neuen Standortes entschieden</w:t>
      </w:r>
      <w:r w:rsidR="005D2BE3">
        <w:t xml:space="preserve"> wurde.</w:t>
      </w:r>
    </w:p>
    <w:p w:rsidR="000D740D" w:rsidRDefault="00FC3BA8" w:rsidP="00AD46E6">
      <w:pPr>
        <w:pStyle w:val="PM-Standard"/>
        <w:spacing w:before="120" w:after="0"/>
        <w:ind w:right="4162"/>
        <w:jc w:val="left"/>
      </w:pPr>
      <w:r>
        <w:t>„</w:t>
      </w:r>
      <w:r w:rsidR="000D740D">
        <w:t>Durch die Zusammenlegung der beiden Unternehmen können zukünftig noch besser Synergien genutzt werden, um gemeinsam Produktlösungen zu entwickeln, Innovationen voranzutreiben und die Servicequalität zu verbessern</w:t>
      </w:r>
      <w:r>
        <w:t>“, erklärt Jörn Wilberg, Vertriebsleiter bei Alukon</w:t>
      </w:r>
      <w:r w:rsidR="000D740D">
        <w:t xml:space="preserve">. </w:t>
      </w:r>
      <w:r>
        <w:t xml:space="preserve">Auch </w:t>
      </w:r>
      <w:r w:rsidR="000D740D">
        <w:t xml:space="preserve">Schlotterer rollcom </w:t>
      </w:r>
      <w:r>
        <w:t xml:space="preserve">Geschäftsführer Thomas Burghardt freut sich auf die weitere Zusammenarbeit: „Schlotterer rollcom Partner profitieren </w:t>
      </w:r>
      <w:r w:rsidR="008121A4">
        <w:t xml:space="preserve">bei gleichbleibenden Ansprechpartnern </w:t>
      </w:r>
      <w:r>
        <w:t xml:space="preserve">im Innen- und Außendienst </w:t>
      </w:r>
      <w:r w:rsidR="008121A4">
        <w:t>von e</w:t>
      </w:r>
      <w:r w:rsidR="009B5EAA">
        <w:t>inem erweiterten Produktportfolio</w:t>
      </w:r>
      <w:r w:rsidR="000D740D">
        <w:t>, beispielsweise durch das textile Sonnenschutzsystem ZipTex</w:t>
      </w:r>
      <w:r w:rsidR="0003478F">
        <w:t xml:space="preserve"> und Erweiterungen im Vor</w:t>
      </w:r>
      <w:r w:rsidR="006E5FE2">
        <w:t>b</w:t>
      </w:r>
      <w:r w:rsidR="0003478F">
        <w:t>aukasten-Programm</w:t>
      </w:r>
      <w:r w:rsidR="0029431C">
        <w:t>.</w:t>
      </w:r>
      <w:r>
        <w:t>“</w:t>
      </w:r>
    </w:p>
    <w:p w:rsidR="00EF796D" w:rsidRDefault="00992185" w:rsidP="00607694">
      <w:pPr>
        <w:pStyle w:val="PM-Standard"/>
        <w:spacing w:before="120" w:after="0"/>
        <w:ind w:right="4162"/>
        <w:jc w:val="left"/>
      </w:pPr>
      <w:r>
        <w:t xml:space="preserve">Erstmalig von </w:t>
      </w:r>
      <w:r w:rsidR="004F4B90">
        <w:t>der</w:t>
      </w:r>
      <w:r>
        <w:t xml:space="preserve"> </w:t>
      </w:r>
      <w:r w:rsidR="004F4B90">
        <w:t>Zusammenlegung</w:t>
      </w:r>
      <w:r w:rsidR="004C1492">
        <w:t xml:space="preserve"> überzeugen lassen</w:t>
      </w:r>
      <w:r>
        <w:t xml:space="preserve"> können sich die Besucher der Messen R+T und Fensterbau Frontale, auf denen </w:t>
      </w:r>
      <w:r w:rsidR="0072042B">
        <w:t>beide Unternehmen</w:t>
      </w:r>
      <w:r>
        <w:t xml:space="preserve"> </w:t>
      </w:r>
      <w:r w:rsidR="004F4B90">
        <w:t>unter der Marke Alukon</w:t>
      </w:r>
      <w:r>
        <w:t xml:space="preserve"> vertreten sein werden.</w:t>
      </w:r>
    </w:p>
    <w:p w:rsidR="0048445E" w:rsidRDefault="0048445E" w:rsidP="00612440">
      <w:pPr>
        <w:pStyle w:val="PM-Standard"/>
        <w:spacing w:after="0"/>
        <w:ind w:right="4162"/>
        <w:jc w:val="left"/>
      </w:pPr>
    </w:p>
    <w:p w:rsidR="00607694" w:rsidRDefault="00607694" w:rsidP="00607694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A56CE5">
        <w:rPr>
          <w:sz w:val="18"/>
          <w:szCs w:val="18"/>
        </w:rPr>
        <w:t>2.930</w:t>
      </w:r>
      <w:r w:rsidRPr="00363BF0">
        <w:rPr>
          <w:sz w:val="18"/>
          <w:szCs w:val="18"/>
        </w:rPr>
        <w:t xml:space="preserve"> Zeichen inkl. Leerschläge)</w:t>
      </w:r>
    </w:p>
    <w:p w:rsidR="00335CCB" w:rsidRDefault="00335CCB" w:rsidP="00607694"/>
    <w:p w:rsidR="001B1FCD" w:rsidRDefault="001B1FCD" w:rsidP="00612440">
      <w:pPr>
        <w:pStyle w:val="PM-Abschnitt"/>
        <w:spacing w:before="0"/>
        <w:ind w:right="278"/>
        <w:rPr>
          <w:bCs/>
          <w:sz w:val="22"/>
        </w:rPr>
      </w:pPr>
      <w:r>
        <w:rPr>
          <w:bCs/>
          <w:sz w:val="22"/>
        </w:rPr>
        <w:t xml:space="preserve">Foto: </w:t>
      </w:r>
      <w:r w:rsidR="00A961FB">
        <w:rPr>
          <w:bCs/>
          <w:sz w:val="22"/>
        </w:rPr>
        <w:t>A</w:t>
      </w:r>
      <w:r w:rsidR="006676A8">
        <w:rPr>
          <w:bCs/>
          <w:sz w:val="22"/>
        </w:rPr>
        <w:t>lukon</w:t>
      </w:r>
    </w:p>
    <w:p w:rsidR="001B1FCD" w:rsidRPr="00607694" w:rsidRDefault="001B1FCD" w:rsidP="00607694"/>
    <w:sectPr w:rsidR="001B1FCD" w:rsidRPr="00607694" w:rsidSect="00D17415">
      <w:headerReference w:type="default" r:id="rId7"/>
      <w:footerReference w:type="default" r:id="rId8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1FB" w:rsidRDefault="00A961FB">
      <w:r>
        <w:separator/>
      </w:r>
    </w:p>
  </w:endnote>
  <w:endnote w:type="continuationSeparator" w:id="0">
    <w:p w:rsidR="00A961FB" w:rsidRDefault="00A9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3102A5">
      <w:rPr>
        <w:rFonts w:ascii="Arial" w:hAnsi="Arial" w:cs="Arial"/>
        <w:color w:val="808080"/>
        <w:sz w:val="16"/>
        <w:szCs w:val="16"/>
      </w:rPr>
      <w:t xml:space="preserve"> 1801</w:t>
    </w:r>
    <w:r w:rsidR="00606145">
      <w:rPr>
        <w:rFonts w:ascii="Arial" w:hAnsi="Arial" w:cs="Arial"/>
        <w:color w:val="808080"/>
        <w:sz w:val="16"/>
        <w:szCs w:val="16"/>
      </w:rPr>
      <w:t xml:space="preserve">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856D5E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856D5E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1FB" w:rsidRDefault="00A961FB">
      <w:r>
        <w:separator/>
      </w:r>
    </w:p>
  </w:footnote>
  <w:footnote w:type="continuationSeparator" w:id="0">
    <w:p w:rsidR="00A961FB" w:rsidRDefault="00A96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A961FB" w:rsidP="00C74592">
          <w:pPr>
            <w:ind w:right="-57"/>
            <w:jc w:val="right"/>
          </w:pPr>
          <w:r w:rsidRPr="003E6146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1" layoutInCell="1" allowOverlap="1" wp14:anchorId="73156B9D" wp14:editId="17CE602C">
                <wp:simplePos x="0" y="0"/>
                <wp:positionH relativeFrom="column">
                  <wp:posOffset>-4610735</wp:posOffset>
                </wp:positionH>
                <wp:positionV relativeFrom="paragraph">
                  <wp:posOffset>-450215</wp:posOffset>
                </wp:positionV>
                <wp:extent cx="7703820" cy="1594485"/>
                <wp:effectExtent l="0" t="0" r="0" b="5715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 Folgeblatt leer-Kop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1594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8F5E95" wp14:editId="1F2C3433">
              <wp:simplePos x="0" y="0"/>
              <wp:positionH relativeFrom="column">
                <wp:posOffset>4004945</wp:posOffset>
              </wp:positionH>
              <wp:positionV relativeFrom="paragraph">
                <wp:posOffset>659129</wp:posOffset>
              </wp:positionV>
              <wp:extent cx="2171700" cy="1990725"/>
              <wp:effectExtent l="0" t="0" r="0" b="952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990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29356A" w:rsidRDefault="00A961FB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29356A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sv-SE"/>
                            </w:rPr>
                            <w:t>ALUKON KG</w:t>
                          </w:r>
                          <w:r w:rsidR="00607694" w:rsidRPr="0029356A">
                            <w:rPr>
                              <w:rFonts w:ascii="Arial" w:hAnsi="Arial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</w:p>
                        <w:p w:rsidR="00607694" w:rsidRPr="0029356A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29356A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sv-SE"/>
                            </w:rPr>
                            <w:t>Lisa Modest</w:t>
                          </w:r>
                          <w:r w:rsidRPr="0029356A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 w:rsidRPr="0029356A">
                            <w:rPr>
                              <w:rFonts w:ascii="Arial" w:hAnsi="Arial" w:cs="Arial"/>
                              <w:sz w:val="16"/>
                              <w:szCs w:val="16"/>
                              <w:lang w:val="sv-SE"/>
                            </w:rPr>
                            <w:t xml:space="preserve">Telefon: </w:t>
                          </w:r>
                          <w:r w:rsidRPr="0029356A">
                            <w:rPr>
                              <w:rFonts w:ascii="Arial" w:hAnsi="Arial" w:cs="Arial"/>
                              <w:sz w:val="16"/>
                              <w:szCs w:val="16"/>
                              <w:lang w:val="sv-SE"/>
                            </w:rPr>
                            <w:tab/>
                            <w:t>+49 5204 915-167</w:t>
                          </w:r>
                        </w:p>
                        <w:p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  <w:r w:rsidR="00FE538D"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</w:t>
                          </w:r>
                          <w:r w:rsidR="00FE53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282</w:t>
                          </w:r>
                        </w:p>
                        <w:p w:rsidR="008772D3" w:rsidRDefault="008772D3" w:rsidP="00FE538D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Kristin Schlüter</w:t>
                          </w:r>
                        </w:p>
                        <w:p w:rsidR="008772D3" w:rsidRPr="008772D3" w:rsidRDefault="00322FC2" w:rsidP="008772D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  </w:t>
                          </w:r>
                          <w:r w:rsidR="008772D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+49 5204 915-5764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E-Mail: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pr@alukon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.com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www.alukon.com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8F5E9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.35pt;margin-top:51.9pt;width:171pt;height:15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" stroked="f">
              <v:textbox>
                <w:txbxContent>
                  <w:p w:rsidR="00607694" w:rsidRPr="0029356A" w:rsidRDefault="00A961FB" w:rsidP="00607694">
                    <w:pPr>
                      <w:rPr>
                        <w:rFonts w:ascii="Arial" w:hAnsi="Arial" w:cs="Arial"/>
                        <w:sz w:val="16"/>
                        <w:szCs w:val="16"/>
                        <w:lang w:val="sv-SE"/>
                      </w:rPr>
                    </w:pPr>
                    <w:r w:rsidRPr="0029356A">
                      <w:rPr>
                        <w:rFonts w:ascii="Arial" w:hAnsi="Arial" w:cs="Arial"/>
                        <w:b/>
                        <w:sz w:val="16"/>
                        <w:szCs w:val="16"/>
                        <w:lang w:val="sv-SE"/>
                      </w:rPr>
                      <w:t>ALUKON KG</w:t>
                    </w:r>
                    <w:r w:rsidR="00607694" w:rsidRPr="0029356A">
                      <w:rPr>
                        <w:rFonts w:ascii="Arial" w:hAnsi="Arial" w:cs="Arial"/>
                        <w:sz w:val="16"/>
                        <w:szCs w:val="16"/>
                        <w:lang w:val="sv-SE"/>
                      </w:rPr>
                      <w:br/>
                    </w:r>
                  </w:p>
                  <w:p w:rsidR="00607694" w:rsidRPr="0029356A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  <w:lang w:val="sv-SE"/>
                      </w:rPr>
                    </w:pPr>
                    <w:r w:rsidRPr="0029356A">
                      <w:rPr>
                        <w:rFonts w:ascii="Arial" w:hAnsi="Arial" w:cs="Arial"/>
                        <w:b/>
                        <w:sz w:val="16"/>
                        <w:szCs w:val="16"/>
                        <w:lang w:val="sv-SE"/>
                      </w:rPr>
                      <w:t>Lisa Modest</w:t>
                    </w:r>
                    <w:r w:rsidRPr="0029356A">
                      <w:rPr>
                        <w:rFonts w:ascii="Arial" w:hAnsi="Arial" w:cs="Arial"/>
                        <w:b/>
                        <w:sz w:val="16"/>
                        <w:szCs w:val="16"/>
                        <w:lang w:val="sv-SE"/>
                      </w:rPr>
                      <w:br/>
                    </w:r>
                    <w:r w:rsidRPr="0029356A">
                      <w:rPr>
                        <w:rFonts w:ascii="Arial" w:hAnsi="Arial" w:cs="Arial"/>
                        <w:sz w:val="16"/>
                        <w:szCs w:val="16"/>
                        <w:lang w:val="sv-SE"/>
                      </w:rPr>
                      <w:t xml:space="preserve">Telefon: </w:t>
                    </w:r>
                    <w:r w:rsidRPr="0029356A">
                      <w:rPr>
                        <w:rFonts w:ascii="Arial" w:hAnsi="Arial" w:cs="Arial"/>
                        <w:sz w:val="16"/>
                        <w:szCs w:val="16"/>
                        <w:lang w:val="sv-SE"/>
                      </w:rPr>
                      <w:tab/>
                      <w:t>+49 5204 915-167</w:t>
                    </w:r>
                  </w:p>
                  <w:p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  <w:r w:rsidR="00FE538D"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</w:t>
                    </w:r>
                    <w:r w:rsidR="00FE538D">
                      <w:rPr>
                        <w:rFonts w:ascii="Arial" w:hAnsi="Arial" w:cs="Arial"/>
                        <w:sz w:val="16"/>
                        <w:szCs w:val="16"/>
                      </w:rPr>
                      <w:t>282</w:t>
                    </w:r>
                  </w:p>
                  <w:p w:rsidR="008772D3" w:rsidRDefault="008772D3" w:rsidP="00FE538D">
                    <w:pPr>
                      <w:spacing w:before="12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Kristin Schlüter</w:t>
                    </w:r>
                  </w:p>
                  <w:p w:rsidR="008772D3" w:rsidRPr="008772D3" w:rsidRDefault="00322FC2" w:rsidP="008772D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  </w:t>
                    </w:r>
                    <w:r w:rsidR="008772D3">
                      <w:rPr>
                        <w:rFonts w:ascii="Arial" w:hAnsi="Arial" w:cs="Arial"/>
                        <w:sz w:val="16"/>
                        <w:szCs w:val="16"/>
                      </w:rPr>
                      <w:t>+49 5204 915-5764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pr@alukon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.com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www.alukon.com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FB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78F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0D68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6A64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5ED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552"/>
    <w:rsid w:val="000B788C"/>
    <w:rsid w:val="000C1FE8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1F5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40D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17C"/>
    <w:rsid w:val="00114CE6"/>
    <w:rsid w:val="00114FA1"/>
    <w:rsid w:val="00117013"/>
    <w:rsid w:val="00117D17"/>
    <w:rsid w:val="00120B8D"/>
    <w:rsid w:val="00120D4D"/>
    <w:rsid w:val="001213A3"/>
    <w:rsid w:val="001214DE"/>
    <w:rsid w:val="00122467"/>
    <w:rsid w:val="001234A0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0176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6E1B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089"/>
    <w:rsid w:val="001A26E2"/>
    <w:rsid w:val="001A309F"/>
    <w:rsid w:val="001A3352"/>
    <w:rsid w:val="001A4AF1"/>
    <w:rsid w:val="001A5F08"/>
    <w:rsid w:val="001A5F4C"/>
    <w:rsid w:val="001A66EF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6B0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1D93"/>
    <w:rsid w:val="0020300C"/>
    <w:rsid w:val="002039B5"/>
    <w:rsid w:val="00203AA6"/>
    <w:rsid w:val="0020440C"/>
    <w:rsid w:val="002054AC"/>
    <w:rsid w:val="00207345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2FD4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56A"/>
    <w:rsid w:val="00293CF3"/>
    <w:rsid w:val="0029431C"/>
    <w:rsid w:val="00294573"/>
    <w:rsid w:val="00295C5C"/>
    <w:rsid w:val="002960AC"/>
    <w:rsid w:val="00297CE4"/>
    <w:rsid w:val="002A1441"/>
    <w:rsid w:val="002A39B1"/>
    <w:rsid w:val="002A5EC5"/>
    <w:rsid w:val="002A60AE"/>
    <w:rsid w:val="002A66FF"/>
    <w:rsid w:val="002A763B"/>
    <w:rsid w:val="002A7FC5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3AE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2A5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2FC2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CF8"/>
    <w:rsid w:val="00351E1F"/>
    <w:rsid w:val="00352542"/>
    <w:rsid w:val="0035354B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1BC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20D9"/>
    <w:rsid w:val="003A2E93"/>
    <w:rsid w:val="003A31BB"/>
    <w:rsid w:val="003A31D0"/>
    <w:rsid w:val="003A3546"/>
    <w:rsid w:val="003A3723"/>
    <w:rsid w:val="003A3B31"/>
    <w:rsid w:val="003A4287"/>
    <w:rsid w:val="003A438A"/>
    <w:rsid w:val="003A4EE2"/>
    <w:rsid w:val="003A763F"/>
    <w:rsid w:val="003A7793"/>
    <w:rsid w:val="003A77B6"/>
    <w:rsid w:val="003B0430"/>
    <w:rsid w:val="003B0DCC"/>
    <w:rsid w:val="003B12BA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B5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CDD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E7F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4CAF"/>
    <w:rsid w:val="00455254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445E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55B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49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2087"/>
    <w:rsid w:val="004E4C89"/>
    <w:rsid w:val="004E65F7"/>
    <w:rsid w:val="004E6751"/>
    <w:rsid w:val="004E6F41"/>
    <w:rsid w:val="004E73D7"/>
    <w:rsid w:val="004E76A0"/>
    <w:rsid w:val="004E770B"/>
    <w:rsid w:val="004F13D1"/>
    <w:rsid w:val="004F17EA"/>
    <w:rsid w:val="004F1943"/>
    <w:rsid w:val="004F2B39"/>
    <w:rsid w:val="004F3F07"/>
    <w:rsid w:val="004F4090"/>
    <w:rsid w:val="004F4183"/>
    <w:rsid w:val="004F46C5"/>
    <w:rsid w:val="004F4B90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C13"/>
    <w:rsid w:val="00504D53"/>
    <w:rsid w:val="00504F85"/>
    <w:rsid w:val="005054A6"/>
    <w:rsid w:val="00505BF0"/>
    <w:rsid w:val="00505C51"/>
    <w:rsid w:val="00505F34"/>
    <w:rsid w:val="00506181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6CA4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5EA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236"/>
    <w:rsid w:val="005B67A5"/>
    <w:rsid w:val="005B6D2F"/>
    <w:rsid w:val="005C0218"/>
    <w:rsid w:val="005C05C8"/>
    <w:rsid w:val="005C0B80"/>
    <w:rsid w:val="005C0E8D"/>
    <w:rsid w:val="005C2649"/>
    <w:rsid w:val="005C3317"/>
    <w:rsid w:val="005C376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2BE3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FD1"/>
    <w:rsid w:val="005E43C4"/>
    <w:rsid w:val="005E4F32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145"/>
    <w:rsid w:val="0060662D"/>
    <w:rsid w:val="00607694"/>
    <w:rsid w:val="00607BCB"/>
    <w:rsid w:val="00610EC5"/>
    <w:rsid w:val="00612440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27067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A24"/>
    <w:rsid w:val="00655E3F"/>
    <w:rsid w:val="00656936"/>
    <w:rsid w:val="00657E8F"/>
    <w:rsid w:val="00660563"/>
    <w:rsid w:val="00660D52"/>
    <w:rsid w:val="006618CC"/>
    <w:rsid w:val="00661A0C"/>
    <w:rsid w:val="006625A9"/>
    <w:rsid w:val="0066381D"/>
    <w:rsid w:val="006670D3"/>
    <w:rsid w:val="006676A8"/>
    <w:rsid w:val="00670BBC"/>
    <w:rsid w:val="0067137B"/>
    <w:rsid w:val="00671E36"/>
    <w:rsid w:val="00672B4E"/>
    <w:rsid w:val="00672C24"/>
    <w:rsid w:val="00672FBA"/>
    <w:rsid w:val="006730AD"/>
    <w:rsid w:val="006735C9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B22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64A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1DF8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730"/>
    <w:rsid w:val="006D1A6C"/>
    <w:rsid w:val="006D1D33"/>
    <w:rsid w:val="006D3D62"/>
    <w:rsid w:val="006D4AFD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5FE2"/>
    <w:rsid w:val="006E6683"/>
    <w:rsid w:val="006E7318"/>
    <w:rsid w:val="006E7D16"/>
    <w:rsid w:val="006F0A02"/>
    <w:rsid w:val="006F1D13"/>
    <w:rsid w:val="006F1DF1"/>
    <w:rsid w:val="006F21B0"/>
    <w:rsid w:val="006F223F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9D1"/>
    <w:rsid w:val="00707561"/>
    <w:rsid w:val="00707868"/>
    <w:rsid w:val="007078C3"/>
    <w:rsid w:val="0071035D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42B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991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6D9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3DBB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4EF"/>
    <w:rsid w:val="007B29D9"/>
    <w:rsid w:val="007B3A40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15B"/>
    <w:rsid w:val="007C123B"/>
    <w:rsid w:val="007C2CD2"/>
    <w:rsid w:val="007C3698"/>
    <w:rsid w:val="007C3E61"/>
    <w:rsid w:val="007C4058"/>
    <w:rsid w:val="007C47D5"/>
    <w:rsid w:val="007C4D61"/>
    <w:rsid w:val="007C4F93"/>
    <w:rsid w:val="007C6CA2"/>
    <w:rsid w:val="007C70D4"/>
    <w:rsid w:val="007C77F9"/>
    <w:rsid w:val="007C7D77"/>
    <w:rsid w:val="007D0849"/>
    <w:rsid w:val="007D1EDA"/>
    <w:rsid w:val="007D37E2"/>
    <w:rsid w:val="007D3B0C"/>
    <w:rsid w:val="007D3E73"/>
    <w:rsid w:val="007D41E6"/>
    <w:rsid w:val="007D43EE"/>
    <w:rsid w:val="007D4D0D"/>
    <w:rsid w:val="007D4E73"/>
    <w:rsid w:val="007D55BE"/>
    <w:rsid w:val="007D57A7"/>
    <w:rsid w:val="007D6027"/>
    <w:rsid w:val="007D721D"/>
    <w:rsid w:val="007E07FE"/>
    <w:rsid w:val="007E114A"/>
    <w:rsid w:val="007E12AD"/>
    <w:rsid w:val="007E14E2"/>
    <w:rsid w:val="007E2555"/>
    <w:rsid w:val="007E2E9D"/>
    <w:rsid w:val="007E2FB1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B5D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2DA1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1A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5AA5"/>
    <w:rsid w:val="00825C64"/>
    <w:rsid w:val="00827AEC"/>
    <w:rsid w:val="00827E6D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6D5E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2D3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4E3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4A64"/>
    <w:rsid w:val="009252F8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3671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185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239"/>
    <w:rsid w:val="009B1ED6"/>
    <w:rsid w:val="009B3203"/>
    <w:rsid w:val="009B3AAF"/>
    <w:rsid w:val="009B4E4F"/>
    <w:rsid w:val="009B5601"/>
    <w:rsid w:val="009B5697"/>
    <w:rsid w:val="009B5EAA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6CE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0AE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5CA8"/>
    <w:rsid w:val="00A1607C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6CE5"/>
    <w:rsid w:val="00A57428"/>
    <w:rsid w:val="00A57AF1"/>
    <w:rsid w:val="00A57BD4"/>
    <w:rsid w:val="00A57F9F"/>
    <w:rsid w:val="00A607D6"/>
    <w:rsid w:val="00A62174"/>
    <w:rsid w:val="00A62931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6588"/>
    <w:rsid w:val="00A879B2"/>
    <w:rsid w:val="00A87D21"/>
    <w:rsid w:val="00A90E84"/>
    <w:rsid w:val="00A91231"/>
    <w:rsid w:val="00A9245B"/>
    <w:rsid w:val="00A93D91"/>
    <w:rsid w:val="00A95637"/>
    <w:rsid w:val="00A95BE8"/>
    <w:rsid w:val="00A95D66"/>
    <w:rsid w:val="00A961FB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46E6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6BCD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5AC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214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716"/>
    <w:rsid w:val="00B817E8"/>
    <w:rsid w:val="00B82B1B"/>
    <w:rsid w:val="00B83A96"/>
    <w:rsid w:val="00B83B14"/>
    <w:rsid w:val="00B84602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6FC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BF4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0E5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59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68D"/>
    <w:rsid w:val="00CE7EC4"/>
    <w:rsid w:val="00CF03F2"/>
    <w:rsid w:val="00CF06EB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2EE9"/>
    <w:rsid w:val="00D538C7"/>
    <w:rsid w:val="00D53C9E"/>
    <w:rsid w:val="00D540A2"/>
    <w:rsid w:val="00D5478B"/>
    <w:rsid w:val="00D54BF9"/>
    <w:rsid w:val="00D54D95"/>
    <w:rsid w:val="00D55642"/>
    <w:rsid w:val="00D55A1E"/>
    <w:rsid w:val="00D55EC2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7DF"/>
    <w:rsid w:val="00D658B4"/>
    <w:rsid w:val="00D65900"/>
    <w:rsid w:val="00D66AFC"/>
    <w:rsid w:val="00D66B99"/>
    <w:rsid w:val="00D670B1"/>
    <w:rsid w:val="00D67796"/>
    <w:rsid w:val="00D71088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47D5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4ABA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3E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3FDC"/>
    <w:rsid w:val="00E545B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3B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1C8C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4CF0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2DBF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2F2D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95F"/>
    <w:rsid w:val="00EE78F9"/>
    <w:rsid w:val="00EE7EC6"/>
    <w:rsid w:val="00EF055D"/>
    <w:rsid w:val="00EF0B28"/>
    <w:rsid w:val="00EF0CDF"/>
    <w:rsid w:val="00EF2933"/>
    <w:rsid w:val="00EF33E1"/>
    <w:rsid w:val="00EF39B5"/>
    <w:rsid w:val="00EF3B56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96D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13CE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C9"/>
    <w:rsid w:val="00F763EC"/>
    <w:rsid w:val="00F7655C"/>
    <w:rsid w:val="00F76660"/>
    <w:rsid w:val="00F767C6"/>
    <w:rsid w:val="00F771E4"/>
    <w:rsid w:val="00F778EF"/>
    <w:rsid w:val="00F779BD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1CE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BA8"/>
    <w:rsid w:val="00FC3DBD"/>
    <w:rsid w:val="00FC4C73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3DF7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42EC54EE-3198-4EB4-A8F3-251666D58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5E3DD3DB</Template>
  <TotalTime>0</TotalTime>
  <Pages>2</Pages>
  <Words>468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Schlüter, Kristin</dc:creator>
  <cp:lastModifiedBy>Schlüter, Kristin</cp:lastModifiedBy>
  <cp:revision>111</cp:revision>
  <cp:lastPrinted>2017-12-06T16:50:00Z</cp:lastPrinted>
  <dcterms:created xsi:type="dcterms:W3CDTF">2015-05-20T11:59:00Z</dcterms:created>
  <dcterms:modified xsi:type="dcterms:W3CDTF">2017-12-06T16:50:00Z</dcterms:modified>
</cp:coreProperties>
</file>